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1B4462" w14:textId="77777777" w:rsidR="00DF3C51" w:rsidRPr="00DF3C51" w:rsidRDefault="00DF3C51" w:rsidP="00DF3C51">
      <w:pPr>
        <w:spacing w:line="240" w:lineRule="auto"/>
        <w:jc w:val="right"/>
        <w:rPr>
          <w:rFonts w:ascii="Corbel" w:hAnsi="Corbel"/>
          <w:bCs/>
          <w:i/>
        </w:rPr>
      </w:pPr>
      <w:r w:rsidRPr="00DF3C51">
        <w:rPr>
          <w:rFonts w:ascii="Corbel" w:hAnsi="Corbel"/>
          <w:bCs/>
          <w:i/>
        </w:rPr>
        <w:t>Załącznik nr 1.5 do Zarządzenia Rektora UR  nr 12/2019</w:t>
      </w:r>
    </w:p>
    <w:p w14:paraId="72E8A8C0" w14:textId="77777777" w:rsidR="00573183" w:rsidRPr="00DF3C51" w:rsidRDefault="00573183" w:rsidP="002D3375">
      <w:pPr>
        <w:spacing w:line="240" w:lineRule="auto"/>
        <w:jc w:val="right"/>
        <w:rPr>
          <w:rFonts w:ascii="Corbel" w:hAnsi="Corbel" w:cs="Segoe UI"/>
          <w:bCs/>
          <w:i/>
        </w:rPr>
      </w:pPr>
    </w:p>
    <w:p w14:paraId="629EB24D" w14:textId="77777777" w:rsidR="0085747A" w:rsidRPr="00DF3C51" w:rsidRDefault="0085747A" w:rsidP="009C54AE">
      <w:pPr>
        <w:spacing w:after="0" w:line="240" w:lineRule="auto"/>
        <w:jc w:val="center"/>
        <w:rPr>
          <w:rFonts w:ascii="Corbel" w:hAnsi="Corbel" w:cs="Segoe UI"/>
          <w:b/>
          <w:smallCaps/>
          <w:sz w:val="24"/>
          <w:szCs w:val="24"/>
        </w:rPr>
      </w:pPr>
      <w:r w:rsidRPr="00DF3C51">
        <w:rPr>
          <w:rFonts w:ascii="Corbel" w:hAnsi="Corbel" w:cs="Segoe UI"/>
          <w:b/>
          <w:smallCaps/>
          <w:sz w:val="24"/>
          <w:szCs w:val="24"/>
        </w:rPr>
        <w:t>SYLABUS</w:t>
      </w:r>
    </w:p>
    <w:p w14:paraId="7D2B2B2E" w14:textId="47931758" w:rsidR="0085747A" w:rsidRPr="00DF3C51" w:rsidRDefault="0071620A" w:rsidP="00EA4832">
      <w:pPr>
        <w:spacing w:after="0" w:line="240" w:lineRule="exact"/>
        <w:jc w:val="center"/>
        <w:rPr>
          <w:rFonts w:ascii="Corbel" w:hAnsi="Corbel" w:cs="Segoe UI"/>
          <w:b/>
          <w:smallCaps/>
          <w:sz w:val="24"/>
          <w:szCs w:val="24"/>
        </w:rPr>
      </w:pPr>
      <w:r w:rsidRPr="00DF3C51">
        <w:rPr>
          <w:rFonts w:ascii="Corbel" w:hAnsi="Corbel" w:cs="Segoe UI"/>
          <w:b/>
          <w:smallCaps/>
          <w:sz w:val="24"/>
          <w:szCs w:val="24"/>
        </w:rPr>
        <w:t>dotyczy cyklu kształcenia</w:t>
      </w:r>
      <w:r w:rsidR="00AC2820" w:rsidRPr="00DF3C51">
        <w:rPr>
          <w:rFonts w:ascii="Corbel" w:hAnsi="Corbel" w:cs="Segoe UI"/>
          <w:i/>
          <w:smallCaps/>
          <w:sz w:val="24"/>
          <w:szCs w:val="24"/>
        </w:rPr>
        <w:t xml:space="preserve"> </w:t>
      </w:r>
    </w:p>
    <w:p w14:paraId="7C248389" w14:textId="5CA3E768" w:rsidR="0085747A" w:rsidRPr="00DF3C51" w:rsidRDefault="0085747A" w:rsidP="002B5931">
      <w:pPr>
        <w:spacing w:after="0" w:line="240" w:lineRule="exact"/>
        <w:ind w:left="3540" w:firstLine="708"/>
        <w:jc w:val="both"/>
        <w:rPr>
          <w:rFonts w:ascii="Corbel" w:hAnsi="Corbel" w:cs="Segoe UI"/>
          <w:sz w:val="20"/>
          <w:szCs w:val="20"/>
        </w:rPr>
      </w:pPr>
      <w:r w:rsidRPr="00DF3C51">
        <w:rPr>
          <w:rFonts w:ascii="Corbel" w:hAnsi="Corbel" w:cs="Segoe UI"/>
          <w:i/>
          <w:sz w:val="20"/>
          <w:szCs w:val="20"/>
        </w:rPr>
        <w:t>(skrajne daty</w:t>
      </w:r>
      <w:r w:rsidRPr="00DF3C51">
        <w:rPr>
          <w:rFonts w:ascii="Corbel" w:hAnsi="Corbel" w:cs="Segoe UI"/>
          <w:sz w:val="20"/>
          <w:szCs w:val="20"/>
        </w:rPr>
        <w:t>)</w:t>
      </w:r>
      <w:r w:rsidR="00DF3C51" w:rsidRPr="00DF3C51">
        <w:rPr>
          <w:rFonts w:ascii="Corbel" w:hAnsi="Corbel" w:cs="Segoe UI"/>
          <w:sz w:val="20"/>
          <w:szCs w:val="20"/>
        </w:rPr>
        <w:t xml:space="preserve"> 2020-2023</w:t>
      </w:r>
    </w:p>
    <w:p w14:paraId="1FD71A7A" w14:textId="77777777" w:rsidR="002B5931" w:rsidRPr="00DF3C51" w:rsidRDefault="00445970" w:rsidP="00EA4832">
      <w:pPr>
        <w:spacing w:after="0" w:line="240" w:lineRule="exact"/>
        <w:jc w:val="both"/>
        <w:rPr>
          <w:rFonts w:ascii="Corbel" w:hAnsi="Corbel" w:cs="Segoe UI"/>
          <w:sz w:val="20"/>
          <w:szCs w:val="20"/>
        </w:rPr>
      </w:pPr>
      <w:r w:rsidRPr="00DF3C51">
        <w:rPr>
          <w:rFonts w:ascii="Corbel" w:hAnsi="Corbel" w:cs="Segoe UI"/>
          <w:sz w:val="20"/>
          <w:szCs w:val="20"/>
        </w:rPr>
        <w:tab/>
      </w:r>
      <w:r w:rsidRPr="00DF3C51">
        <w:rPr>
          <w:rFonts w:ascii="Corbel" w:hAnsi="Corbel" w:cs="Segoe UI"/>
          <w:sz w:val="20"/>
          <w:szCs w:val="20"/>
        </w:rPr>
        <w:tab/>
      </w:r>
      <w:r w:rsidRPr="00DF3C51">
        <w:rPr>
          <w:rFonts w:ascii="Corbel" w:hAnsi="Corbel" w:cs="Segoe UI"/>
          <w:sz w:val="20"/>
          <w:szCs w:val="20"/>
        </w:rPr>
        <w:tab/>
      </w:r>
      <w:r w:rsidRPr="00DF3C51">
        <w:rPr>
          <w:rFonts w:ascii="Corbel" w:hAnsi="Corbel" w:cs="Segoe UI"/>
          <w:sz w:val="20"/>
          <w:szCs w:val="20"/>
        </w:rPr>
        <w:tab/>
      </w:r>
    </w:p>
    <w:p w14:paraId="1A1F8FF7" w14:textId="448EC973" w:rsidR="00445970" w:rsidRPr="00DF3C51" w:rsidRDefault="00445970" w:rsidP="002B5931">
      <w:pPr>
        <w:spacing w:after="0" w:line="240" w:lineRule="exact"/>
        <w:ind w:left="3540" w:firstLine="708"/>
        <w:jc w:val="both"/>
        <w:rPr>
          <w:rFonts w:ascii="Corbel" w:hAnsi="Corbel" w:cs="Segoe UI"/>
          <w:sz w:val="20"/>
          <w:szCs w:val="20"/>
        </w:rPr>
      </w:pPr>
      <w:r w:rsidRPr="00DF3C51">
        <w:rPr>
          <w:rFonts w:ascii="Corbel" w:hAnsi="Corbel" w:cs="Segoe UI"/>
          <w:sz w:val="20"/>
          <w:szCs w:val="20"/>
        </w:rPr>
        <w:t>R</w:t>
      </w:r>
      <w:r w:rsidR="00AC2820" w:rsidRPr="00DF3C51">
        <w:rPr>
          <w:rFonts w:ascii="Corbel" w:hAnsi="Corbel" w:cs="Segoe UI"/>
          <w:sz w:val="20"/>
          <w:szCs w:val="20"/>
        </w:rPr>
        <w:t xml:space="preserve">ok </w:t>
      </w:r>
      <w:r w:rsidR="004B4A4D" w:rsidRPr="00DF3C51">
        <w:rPr>
          <w:rFonts w:ascii="Corbel" w:hAnsi="Corbel" w:cs="Segoe UI"/>
          <w:sz w:val="20"/>
          <w:szCs w:val="20"/>
        </w:rPr>
        <w:t>akademicki 2021</w:t>
      </w:r>
      <w:r w:rsidR="00AC2820" w:rsidRPr="00DF3C51">
        <w:rPr>
          <w:rFonts w:ascii="Corbel" w:hAnsi="Corbel" w:cs="Segoe UI"/>
          <w:sz w:val="20"/>
          <w:szCs w:val="20"/>
        </w:rPr>
        <w:t>/2022</w:t>
      </w:r>
    </w:p>
    <w:p w14:paraId="47E2C1CF" w14:textId="77777777" w:rsidR="0085747A" w:rsidRPr="00DF3C51" w:rsidRDefault="0085747A" w:rsidP="009C54AE">
      <w:pPr>
        <w:spacing w:after="0" w:line="240" w:lineRule="auto"/>
        <w:rPr>
          <w:rFonts w:ascii="Corbel" w:hAnsi="Corbel" w:cs="Segoe UI"/>
          <w:sz w:val="24"/>
          <w:szCs w:val="24"/>
        </w:rPr>
      </w:pPr>
    </w:p>
    <w:p w14:paraId="6131FC30" w14:textId="77777777" w:rsidR="0085747A" w:rsidRPr="00DF3C51" w:rsidRDefault="0071620A" w:rsidP="009C54AE">
      <w:pPr>
        <w:pStyle w:val="Punktygwne"/>
        <w:spacing w:before="0" w:after="0"/>
        <w:rPr>
          <w:rFonts w:ascii="Corbel" w:hAnsi="Corbel" w:cs="Segoe UI"/>
          <w:color w:val="0070C0"/>
          <w:szCs w:val="24"/>
        </w:rPr>
      </w:pPr>
      <w:r w:rsidRPr="00DF3C51">
        <w:rPr>
          <w:rFonts w:ascii="Corbel" w:hAnsi="Corbel" w:cs="Segoe UI"/>
          <w:szCs w:val="24"/>
        </w:rPr>
        <w:t xml:space="preserve">1. </w:t>
      </w:r>
      <w:r w:rsidR="0085747A" w:rsidRPr="00DF3C51">
        <w:rPr>
          <w:rFonts w:ascii="Corbel" w:hAnsi="Corbel" w:cs="Segoe UI"/>
          <w:szCs w:val="24"/>
        </w:rPr>
        <w:t xml:space="preserve">Podstawowe </w:t>
      </w:r>
      <w:r w:rsidR="00445970" w:rsidRPr="00DF3C51">
        <w:rPr>
          <w:rFonts w:ascii="Corbel" w:hAnsi="Corbel" w:cs="Segoe U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F3C51" w14:paraId="03E59834" w14:textId="77777777" w:rsidTr="00B819C8">
        <w:tc>
          <w:tcPr>
            <w:tcW w:w="2694" w:type="dxa"/>
            <w:vAlign w:val="center"/>
          </w:tcPr>
          <w:p w14:paraId="55A49D0C" w14:textId="77777777" w:rsidR="0085747A" w:rsidRPr="00DF3C5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29A682" w14:textId="3996A7C5" w:rsidR="0085747A" w:rsidRPr="00DF3C51" w:rsidRDefault="00850572" w:rsidP="009C54AE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sz w:val="24"/>
                <w:szCs w:val="24"/>
              </w:rPr>
              <w:t>Bezpieczeństwo informatyczne</w:t>
            </w:r>
          </w:p>
        </w:tc>
      </w:tr>
      <w:tr w:rsidR="0085747A" w:rsidRPr="00DF3C51" w14:paraId="25D84588" w14:textId="77777777" w:rsidTr="00B819C8">
        <w:tc>
          <w:tcPr>
            <w:tcW w:w="2694" w:type="dxa"/>
            <w:vAlign w:val="center"/>
          </w:tcPr>
          <w:p w14:paraId="1A0CC79A" w14:textId="77777777" w:rsidR="0085747A" w:rsidRPr="00DF3C5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Kod przedmiotu</w:t>
            </w:r>
            <w:r w:rsidR="0085747A" w:rsidRPr="00DF3C51">
              <w:rPr>
                <w:rFonts w:ascii="Corbel" w:hAnsi="Corbel" w:cs="Segoe U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522813" w14:textId="16F171DA" w:rsidR="0085747A" w:rsidRPr="00DF3C51" w:rsidRDefault="00DF3C51" w:rsidP="009C54AE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sz w:val="24"/>
                <w:szCs w:val="24"/>
              </w:rPr>
              <w:t>BW44</w:t>
            </w:r>
          </w:p>
        </w:tc>
      </w:tr>
      <w:tr w:rsidR="0085747A" w:rsidRPr="00DF3C51" w14:paraId="1D18588D" w14:textId="77777777" w:rsidTr="00B819C8">
        <w:tc>
          <w:tcPr>
            <w:tcW w:w="2694" w:type="dxa"/>
            <w:vAlign w:val="center"/>
          </w:tcPr>
          <w:p w14:paraId="74F04A25" w14:textId="77777777" w:rsidR="0085747A" w:rsidRPr="00DF3C5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nazwa</w:t>
            </w:r>
            <w:r w:rsidR="00C05F44" w:rsidRPr="00DF3C51">
              <w:rPr>
                <w:rFonts w:ascii="Corbel" w:hAnsi="Corbel" w:cs="Segoe U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159622E" w14:textId="77777777" w:rsidR="0085747A" w:rsidRPr="00DF3C51" w:rsidRDefault="002B59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DF3C51" w14:paraId="050C1E5C" w14:textId="77777777" w:rsidTr="00B819C8">
        <w:tc>
          <w:tcPr>
            <w:tcW w:w="2694" w:type="dxa"/>
            <w:vAlign w:val="center"/>
          </w:tcPr>
          <w:p w14:paraId="4A09EAE5" w14:textId="77777777" w:rsidR="0085747A" w:rsidRPr="00DF3C5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9852C94" w14:textId="780A62E5" w:rsidR="0085747A" w:rsidRPr="00DF3C51" w:rsidRDefault="001C78D9" w:rsidP="009C54AE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0A100D" w:rsidRPr="00DF3C51" w14:paraId="28673E04" w14:textId="77777777" w:rsidTr="00B819C8">
        <w:tc>
          <w:tcPr>
            <w:tcW w:w="2694" w:type="dxa"/>
            <w:vAlign w:val="center"/>
          </w:tcPr>
          <w:p w14:paraId="3CF554D0" w14:textId="77777777" w:rsidR="000A100D" w:rsidRPr="00DF3C51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C37B8B" w14:textId="67183CE2" w:rsidR="000A100D" w:rsidRPr="00DF3C51" w:rsidRDefault="001C78D9" w:rsidP="00C3035E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b</w:t>
            </w:r>
            <w:bookmarkStart w:id="0" w:name="_GoBack"/>
            <w:bookmarkEnd w:id="0"/>
            <w:r w:rsidR="000A100D"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ezpieczeństwo wewnętrzne</w:t>
            </w:r>
          </w:p>
        </w:tc>
      </w:tr>
      <w:tr w:rsidR="000A100D" w:rsidRPr="00DF3C51" w14:paraId="74644985" w14:textId="77777777" w:rsidTr="00B819C8">
        <w:tc>
          <w:tcPr>
            <w:tcW w:w="2694" w:type="dxa"/>
            <w:vAlign w:val="center"/>
          </w:tcPr>
          <w:p w14:paraId="1BC2F3FA" w14:textId="77777777" w:rsidR="000A100D" w:rsidRPr="00DF3C51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166D1A" w14:textId="428FB507" w:rsidR="000A100D" w:rsidRPr="00DF3C51" w:rsidRDefault="001C78D9" w:rsidP="00C3035E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</w:t>
            </w:r>
            <w:r w:rsidR="000A100D"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tudia I stopnia</w:t>
            </w:r>
          </w:p>
        </w:tc>
      </w:tr>
      <w:tr w:rsidR="000A100D" w:rsidRPr="00DF3C51" w14:paraId="279024F4" w14:textId="77777777" w:rsidTr="00B819C8">
        <w:tc>
          <w:tcPr>
            <w:tcW w:w="2694" w:type="dxa"/>
            <w:vAlign w:val="center"/>
          </w:tcPr>
          <w:p w14:paraId="466573AB" w14:textId="77777777" w:rsidR="000A100D" w:rsidRPr="00DF3C51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1346CE" w14:textId="005CD705" w:rsidR="000A100D" w:rsidRPr="00DF3C51" w:rsidRDefault="001C78D9" w:rsidP="00C3035E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</w:t>
            </w:r>
            <w:r w:rsidR="000A100D"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0A100D" w:rsidRPr="00DF3C51" w14:paraId="6AF0F050" w14:textId="77777777" w:rsidTr="00B819C8">
        <w:tc>
          <w:tcPr>
            <w:tcW w:w="2694" w:type="dxa"/>
            <w:vAlign w:val="center"/>
          </w:tcPr>
          <w:p w14:paraId="5FE66F7E" w14:textId="77777777" w:rsidR="000A100D" w:rsidRPr="00DF3C51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502039" w14:textId="0732B1B4" w:rsidR="000A100D" w:rsidRPr="00DF3C51" w:rsidRDefault="001C78D9" w:rsidP="00C3035E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</w:t>
            </w:r>
            <w:r w:rsidR="000A100D"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A100D" w:rsidRPr="00DF3C51" w14:paraId="0D571B97" w14:textId="77777777" w:rsidTr="00B819C8">
        <w:tc>
          <w:tcPr>
            <w:tcW w:w="2694" w:type="dxa"/>
            <w:vAlign w:val="center"/>
          </w:tcPr>
          <w:p w14:paraId="38402373" w14:textId="77777777" w:rsidR="000A100D" w:rsidRPr="00DF3C51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F9CCC52" w14:textId="2B61BCC6" w:rsidR="000A100D" w:rsidRPr="00DF3C51" w:rsidRDefault="001C78D9" w:rsidP="00C3035E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r</w:t>
            </w:r>
            <w:r w:rsidR="000A100D"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 xml:space="preserve">ok II, </w:t>
            </w:r>
            <w:r w:rsidR="00BB1DFC"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IV</w:t>
            </w:r>
          </w:p>
        </w:tc>
      </w:tr>
      <w:tr w:rsidR="000A100D" w:rsidRPr="00DF3C51" w14:paraId="0DE79038" w14:textId="77777777" w:rsidTr="00B819C8">
        <w:tc>
          <w:tcPr>
            <w:tcW w:w="2694" w:type="dxa"/>
            <w:vAlign w:val="center"/>
          </w:tcPr>
          <w:p w14:paraId="61CA335D" w14:textId="77777777" w:rsidR="000A100D" w:rsidRPr="00DF3C51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2169E1" w14:textId="77777777" w:rsidR="000A100D" w:rsidRPr="00DF3C51" w:rsidRDefault="00A829DA" w:rsidP="00C3035E">
            <w:pPr>
              <w:pStyle w:val="Odpowiedzi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specjalnościowy</w:t>
            </w:r>
          </w:p>
        </w:tc>
      </w:tr>
      <w:tr w:rsidR="000A100D" w:rsidRPr="00DF3C51" w14:paraId="75B304AC" w14:textId="77777777" w:rsidTr="00B819C8">
        <w:tc>
          <w:tcPr>
            <w:tcW w:w="2694" w:type="dxa"/>
            <w:vAlign w:val="center"/>
          </w:tcPr>
          <w:p w14:paraId="07945FA8" w14:textId="77777777" w:rsidR="000A100D" w:rsidRPr="00DF3C51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26630E" w14:textId="77777777" w:rsidR="000A100D" w:rsidRPr="00DF3C51" w:rsidRDefault="000A100D" w:rsidP="00C3035E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A100D" w:rsidRPr="00DF3C51" w14:paraId="6D32AD8F" w14:textId="77777777" w:rsidTr="00B819C8">
        <w:tc>
          <w:tcPr>
            <w:tcW w:w="2694" w:type="dxa"/>
            <w:vAlign w:val="center"/>
          </w:tcPr>
          <w:p w14:paraId="6FC72C99" w14:textId="77777777" w:rsidR="000A100D" w:rsidRPr="00DF3C51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06DBFF" w14:textId="63DE84E1" w:rsidR="000A100D" w:rsidRPr="00DF3C51" w:rsidRDefault="00DF3C51" w:rsidP="00C3035E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 xml:space="preserve">dr Krystian </w:t>
            </w:r>
            <w:proofErr w:type="spellStart"/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Dzimira</w:t>
            </w:r>
            <w:proofErr w:type="spellEnd"/>
          </w:p>
        </w:tc>
      </w:tr>
      <w:tr w:rsidR="000A100D" w:rsidRPr="00DF3C51" w14:paraId="1A604ED9" w14:textId="77777777" w:rsidTr="00B819C8">
        <w:tc>
          <w:tcPr>
            <w:tcW w:w="2694" w:type="dxa"/>
            <w:vAlign w:val="center"/>
          </w:tcPr>
          <w:p w14:paraId="4C3944AE" w14:textId="77777777" w:rsidR="000A100D" w:rsidRPr="00DF3C51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0C9942" w14:textId="12588975" w:rsidR="000A100D" w:rsidRPr="00DF3C51" w:rsidRDefault="00DF3C51" w:rsidP="009C54AE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 xml:space="preserve">dr Krystian </w:t>
            </w:r>
            <w:proofErr w:type="spellStart"/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Dzimira</w:t>
            </w:r>
            <w:proofErr w:type="spellEnd"/>
          </w:p>
        </w:tc>
      </w:tr>
    </w:tbl>
    <w:p w14:paraId="7BBD9473" w14:textId="77777777" w:rsidR="0085747A" w:rsidRPr="00DF3C5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="Segoe UI"/>
          <w:sz w:val="24"/>
          <w:szCs w:val="24"/>
        </w:rPr>
      </w:pPr>
      <w:r w:rsidRPr="00DF3C51">
        <w:rPr>
          <w:rFonts w:ascii="Corbel" w:hAnsi="Corbel" w:cs="Segoe UI"/>
          <w:sz w:val="24"/>
          <w:szCs w:val="24"/>
        </w:rPr>
        <w:t xml:space="preserve">* </w:t>
      </w:r>
      <w:r w:rsidRPr="00DF3C51">
        <w:rPr>
          <w:rFonts w:ascii="Corbel" w:hAnsi="Corbel" w:cs="Segoe UI"/>
          <w:i/>
          <w:sz w:val="24"/>
          <w:szCs w:val="24"/>
        </w:rPr>
        <w:t>-</w:t>
      </w:r>
      <w:proofErr w:type="spellStart"/>
      <w:r w:rsidR="00B90885" w:rsidRPr="00DF3C51">
        <w:rPr>
          <w:rFonts w:ascii="Corbel" w:hAnsi="Corbel" w:cs="Segoe UI"/>
          <w:b w:val="0"/>
          <w:i/>
          <w:sz w:val="24"/>
          <w:szCs w:val="24"/>
        </w:rPr>
        <w:t>opcjonalni</w:t>
      </w:r>
      <w:r w:rsidR="00B90885" w:rsidRPr="00DF3C51">
        <w:rPr>
          <w:rFonts w:ascii="Corbel" w:hAnsi="Corbel" w:cs="Segoe UI"/>
          <w:b w:val="0"/>
          <w:sz w:val="24"/>
          <w:szCs w:val="24"/>
        </w:rPr>
        <w:t>e,</w:t>
      </w:r>
      <w:r w:rsidRPr="00DF3C51">
        <w:rPr>
          <w:rFonts w:ascii="Corbel" w:hAnsi="Corbel" w:cs="Segoe UI"/>
          <w:b w:val="0"/>
          <w:i/>
          <w:sz w:val="24"/>
          <w:szCs w:val="24"/>
        </w:rPr>
        <w:t>zgodnie</w:t>
      </w:r>
      <w:proofErr w:type="spellEnd"/>
      <w:r w:rsidRPr="00DF3C51">
        <w:rPr>
          <w:rFonts w:ascii="Corbel" w:hAnsi="Corbel" w:cs="Segoe UI"/>
          <w:b w:val="0"/>
          <w:i/>
          <w:sz w:val="24"/>
          <w:szCs w:val="24"/>
        </w:rPr>
        <w:t xml:space="preserve"> z ustaleniami </w:t>
      </w:r>
      <w:r w:rsidR="00B90885" w:rsidRPr="00DF3C51">
        <w:rPr>
          <w:rFonts w:ascii="Corbel" w:hAnsi="Corbel" w:cs="Segoe UI"/>
          <w:b w:val="0"/>
          <w:i/>
          <w:sz w:val="24"/>
          <w:szCs w:val="24"/>
        </w:rPr>
        <w:t>w Jednostce</w:t>
      </w:r>
    </w:p>
    <w:p w14:paraId="32F4F3C4" w14:textId="77777777" w:rsidR="00923D7D" w:rsidRPr="00DF3C51" w:rsidRDefault="00923D7D" w:rsidP="009C54AE">
      <w:pPr>
        <w:pStyle w:val="Podpunkty"/>
        <w:ind w:left="0"/>
        <w:rPr>
          <w:rFonts w:ascii="Corbel" w:hAnsi="Corbel" w:cs="Segoe UI"/>
          <w:sz w:val="12"/>
          <w:szCs w:val="12"/>
        </w:rPr>
      </w:pPr>
    </w:p>
    <w:p w14:paraId="7A3886EF" w14:textId="77777777" w:rsidR="0085747A" w:rsidRPr="00DF3C51" w:rsidRDefault="0085747A" w:rsidP="009C54AE">
      <w:pPr>
        <w:pStyle w:val="Podpunkty"/>
        <w:ind w:left="284"/>
        <w:rPr>
          <w:rFonts w:ascii="Corbel" w:hAnsi="Corbel" w:cs="Segoe UI"/>
          <w:sz w:val="24"/>
          <w:szCs w:val="24"/>
        </w:rPr>
      </w:pPr>
      <w:r w:rsidRPr="00DF3C51">
        <w:rPr>
          <w:rFonts w:ascii="Corbel" w:hAnsi="Corbel" w:cs="Segoe UI"/>
          <w:sz w:val="24"/>
          <w:szCs w:val="24"/>
        </w:rPr>
        <w:t>1.</w:t>
      </w:r>
      <w:r w:rsidR="00E22FBC" w:rsidRPr="00DF3C51">
        <w:rPr>
          <w:rFonts w:ascii="Corbel" w:hAnsi="Corbel" w:cs="Segoe UI"/>
          <w:sz w:val="24"/>
          <w:szCs w:val="24"/>
        </w:rPr>
        <w:t>1</w:t>
      </w:r>
      <w:r w:rsidRPr="00DF3C51">
        <w:rPr>
          <w:rFonts w:ascii="Corbel" w:hAnsi="Corbel" w:cs="Segoe UI"/>
          <w:sz w:val="24"/>
          <w:szCs w:val="24"/>
        </w:rPr>
        <w:t>.</w:t>
      </w:r>
      <w:r w:rsidR="00573183" w:rsidRPr="00DF3C51">
        <w:rPr>
          <w:rFonts w:ascii="Corbel" w:hAnsi="Corbel" w:cs="Segoe UI"/>
          <w:sz w:val="24"/>
          <w:szCs w:val="24"/>
        </w:rPr>
        <w:t xml:space="preserve"> </w:t>
      </w:r>
      <w:r w:rsidRPr="00DF3C51">
        <w:rPr>
          <w:rFonts w:ascii="Corbel" w:hAnsi="Corbel" w:cs="Segoe UI"/>
          <w:sz w:val="24"/>
          <w:szCs w:val="24"/>
        </w:rPr>
        <w:t xml:space="preserve">Formy zajęć dydaktycznych, wymiar godzin i punktów ECTS </w:t>
      </w:r>
    </w:p>
    <w:p w14:paraId="659D6BC5" w14:textId="77777777" w:rsidR="00923D7D" w:rsidRPr="00DF3C51" w:rsidRDefault="00923D7D" w:rsidP="009C54AE">
      <w:pPr>
        <w:pStyle w:val="Podpunkty"/>
        <w:ind w:left="0"/>
        <w:rPr>
          <w:rFonts w:ascii="Corbel" w:hAnsi="Corbel" w:cs="Segoe U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F3C51" w14:paraId="30B2DA2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4299" w14:textId="77777777" w:rsidR="00015B8F" w:rsidRPr="00DF3C5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Semestr</w:t>
            </w:r>
          </w:p>
          <w:p w14:paraId="19D3E637" w14:textId="77777777" w:rsidR="00015B8F" w:rsidRPr="00DF3C5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(</w:t>
            </w:r>
            <w:r w:rsidR="00363F78" w:rsidRPr="00DF3C51">
              <w:rPr>
                <w:rFonts w:ascii="Corbel" w:hAnsi="Corbel" w:cs="Segoe U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37E68" w14:textId="77777777" w:rsidR="00015B8F" w:rsidRPr="00DF3C5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DF3C51">
              <w:rPr>
                <w:rFonts w:ascii="Corbel" w:hAnsi="Corbel" w:cs="Segoe UI"/>
                <w:szCs w:val="24"/>
              </w:rPr>
              <w:t>Wykł</w:t>
            </w:r>
            <w:proofErr w:type="spellEnd"/>
            <w:r w:rsidRPr="00DF3C51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3EFC" w14:textId="77777777" w:rsidR="00015B8F" w:rsidRPr="00DF3C5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E3645" w14:textId="77777777" w:rsidR="00015B8F" w:rsidRPr="00DF3C5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DF3C51">
              <w:rPr>
                <w:rFonts w:ascii="Corbel" w:hAnsi="Corbel" w:cs="Segoe UI"/>
                <w:szCs w:val="24"/>
              </w:rPr>
              <w:t>Konw</w:t>
            </w:r>
            <w:proofErr w:type="spellEnd"/>
            <w:r w:rsidRPr="00DF3C51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BE0C" w14:textId="77777777" w:rsidR="00015B8F" w:rsidRPr="00DF3C5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A90E" w14:textId="77777777" w:rsidR="00015B8F" w:rsidRPr="00DF3C5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DF3C51">
              <w:rPr>
                <w:rFonts w:ascii="Corbel" w:hAnsi="Corbel" w:cs="Segoe UI"/>
                <w:szCs w:val="24"/>
              </w:rPr>
              <w:t>Sem</w:t>
            </w:r>
            <w:proofErr w:type="spellEnd"/>
            <w:r w:rsidRPr="00DF3C51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137A1" w14:textId="77777777" w:rsidR="00015B8F" w:rsidRPr="00DF3C5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0882" w14:textId="77777777" w:rsidR="00015B8F" w:rsidRPr="00DF3C5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DF3C51">
              <w:rPr>
                <w:rFonts w:ascii="Corbel" w:hAnsi="Corbel" w:cs="Segoe UI"/>
                <w:szCs w:val="24"/>
              </w:rPr>
              <w:t>Prakt</w:t>
            </w:r>
            <w:proofErr w:type="spellEnd"/>
            <w:r w:rsidRPr="00DF3C51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34814" w14:textId="77777777" w:rsidR="00015B8F" w:rsidRPr="00DF3C5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113D6" w14:textId="77777777" w:rsidR="00015B8F" w:rsidRPr="00DF3C5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b/>
                <w:szCs w:val="24"/>
              </w:rPr>
            </w:pPr>
            <w:r w:rsidRPr="00DF3C51">
              <w:rPr>
                <w:rFonts w:ascii="Corbel" w:hAnsi="Corbel" w:cs="Segoe UI"/>
                <w:b/>
                <w:szCs w:val="24"/>
              </w:rPr>
              <w:t>Liczba pkt</w:t>
            </w:r>
            <w:r w:rsidR="00B90885" w:rsidRPr="00DF3C51">
              <w:rPr>
                <w:rFonts w:ascii="Corbel" w:hAnsi="Corbel" w:cs="Segoe UI"/>
                <w:b/>
                <w:szCs w:val="24"/>
              </w:rPr>
              <w:t>.</w:t>
            </w:r>
            <w:r w:rsidRPr="00DF3C51">
              <w:rPr>
                <w:rFonts w:ascii="Corbel" w:hAnsi="Corbel" w:cs="Segoe UI"/>
                <w:b/>
                <w:szCs w:val="24"/>
              </w:rPr>
              <w:t xml:space="preserve"> ECTS</w:t>
            </w:r>
          </w:p>
        </w:tc>
      </w:tr>
      <w:tr w:rsidR="00015B8F" w:rsidRPr="00DF3C51" w14:paraId="121BA73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C2BD" w14:textId="496BF13C" w:rsidR="00015B8F" w:rsidRPr="00DF3C51" w:rsidRDefault="003F5388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I</w:t>
            </w:r>
            <w:r w:rsidR="000A100D" w:rsidRPr="00DF3C51">
              <w:rPr>
                <w:rFonts w:ascii="Corbel" w:hAnsi="Corbel" w:cs="Segoe UI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ABD2" w14:textId="77777777" w:rsidR="00015B8F" w:rsidRPr="00DF3C51" w:rsidRDefault="000A100D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64FD" w14:textId="77777777" w:rsidR="00015B8F" w:rsidRPr="00DF3C51" w:rsidRDefault="000A100D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259D" w14:textId="66495673" w:rsidR="00015B8F" w:rsidRPr="00DF3C51" w:rsidRDefault="00496558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2"/>
                <w:szCs w:val="22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BA7F" w14:textId="77777777" w:rsidR="00015B8F" w:rsidRPr="00DF3C51" w:rsidRDefault="000A100D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7865" w14:textId="77777777" w:rsidR="00015B8F" w:rsidRPr="00DF3C51" w:rsidRDefault="000A100D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A7DD" w14:textId="77777777" w:rsidR="00015B8F" w:rsidRPr="00DF3C51" w:rsidRDefault="000A100D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95C9" w14:textId="77777777" w:rsidR="00015B8F" w:rsidRPr="00DF3C51" w:rsidRDefault="000A100D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2B50" w14:textId="77777777" w:rsidR="00015B8F" w:rsidRPr="00DF3C51" w:rsidRDefault="000A100D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A077" w14:textId="26866C0B" w:rsidR="00015B8F" w:rsidRPr="00DF3C51" w:rsidRDefault="000A100D" w:rsidP="009C54A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14:paraId="49EA7C03" w14:textId="77777777" w:rsidR="00923D7D" w:rsidRPr="00DF3C51" w:rsidRDefault="00923D7D" w:rsidP="009C54AE">
      <w:pPr>
        <w:pStyle w:val="Podpunkty"/>
        <w:ind w:left="0"/>
        <w:rPr>
          <w:rFonts w:ascii="Corbel" w:hAnsi="Corbel" w:cs="Segoe UI"/>
          <w:b w:val="0"/>
          <w:sz w:val="24"/>
          <w:szCs w:val="24"/>
          <w:lang w:eastAsia="en-US"/>
        </w:rPr>
      </w:pPr>
    </w:p>
    <w:p w14:paraId="13BDAB15" w14:textId="77777777" w:rsidR="0085747A" w:rsidRPr="00DF3C5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Segoe UI"/>
          <w:b w:val="0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1.</w:t>
      </w:r>
      <w:r w:rsidR="00E22FBC" w:rsidRPr="00DF3C51">
        <w:rPr>
          <w:rFonts w:ascii="Corbel" w:hAnsi="Corbel" w:cs="Segoe UI"/>
          <w:smallCaps w:val="0"/>
          <w:szCs w:val="24"/>
        </w:rPr>
        <w:t>2</w:t>
      </w:r>
      <w:r w:rsidR="00F83B28" w:rsidRPr="00DF3C51">
        <w:rPr>
          <w:rFonts w:ascii="Corbel" w:hAnsi="Corbel" w:cs="Segoe UI"/>
          <w:smallCaps w:val="0"/>
          <w:szCs w:val="24"/>
        </w:rPr>
        <w:t>.</w:t>
      </w:r>
      <w:r w:rsidR="00F83B28" w:rsidRPr="00DF3C51">
        <w:rPr>
          <w:rFonts w:ascii="Corbel" w:hAnsi="Corbel" w:cs="Segoe UI"/>
          <w:smallCaps w:val="0"/>
          <w:szCs w:val="24"/>
        </w:rPr>
        <w:tab/>
      </w:r>
      <w:r w:rsidRPr="00DF3C51">
        <w:rPr>
          <w:rFonts w:ascii="Corbel" w:hAnsi="Corbel" w:cs="Segoe UI"/>
          <w:smallCaps w:val="0"/>
          <w:szCs w:val="24"/>
        </w:rPr>
        <w:t xml:space="preserve">Sposób realizacji zajęć  </w:t>
      </w:r>
    </w:p>
    <w:p w14:paraId="6E590A16" w14:textId="77777777" w:rsidR="0085747A" w:rsidRPr="00DF3C51" w:rsidRDefault="000A100D" w:rsidP="00F83B28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 w:rsidRPr="00DF3C51">
        <w:rPr>
          <w:rFonts w:ascii="Corbel" w:eastAsia="MS Gothic" w:hAnsi="Corbel" w:cs="Segoe UI"/>
          <w:b w:val="0"/>
          <w:szCs w:val="24"/>
        </w:rPr>
        <w:t>x</w:t>
      </w:r>
      <w:r w:rsidR="0085747A" w:rsidRPr="00DF3C51">
        <w:rPr>
          <w:rFonts w:ascii="Corbel" w:hAnsi="Corbel" w:cs="Segoe UI"/>
          <w:b w:val="0"/>
          <w:smallCaps w:val="0"/>
          <w:szCs w:val="24"/>
        </w:rPr>
        <w:t xml:space="preserve"> zajęcia w formie tradycyjnej </w:t>
      </w:r>
    </w:p>
    <w:p w14:paraId="68E4D671" w14:textId="77777777" w:rsidR="0085747A" w:rsidRPr="00DF3C51" w:rsidRDefault="0085747A" w:rsidP="00F83B28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 w:rsidRPr="00DF3C51">
        <w:rPr>
          <w:rFonts w:ascii="Segoe UI Symbol" w:eastAsia="MS Gothic" w:hAnsi="Segoe UI Symbol" w:cs="Segoe UI Symbol"/>
          <w:b w:val="0"/>
          <w:szCs w:val="24"/>
        </w:rPr>
        <w:t>☐</w:t>
      </w:r>
      <w:r w:rsidRPr="00DF3C51">
        <w:rPr>
          <w:rFonts w:ascii="Corbel" w:hAnsi="Corbel" w:cs="Segoe UI"/>
          <w:b w:val="0"/>
          <w:smallCaps w:val="0"/>
          <w:szCs w:val="24"/>
        </w:rPr>
        <w:t xml:space="preserve"> zajęcia realizowane z wykorzystaniem metod i technik kształcenia na odległość</w:t>
      </w:r>
      <w:r w:rsidR="00056B65" w:rsidRPr="00DF3C51">
        <w:rPr>
          <w:rFonts w:ascii="Corbel" w:hAnsi="Corbel" w:cs="Segoe UI"/>
          <w:b w:val="0"/>
          <w:smallCaps w:val="0"/>
          <w:szCs w:val="24"/>
        </w:rPr>
        <w:t xml:space="preserve"> w</w:t>
      </w:r>
    </w:p>
    <w:p w14:paraId="2F007615" w14:textId="77777777" w:rsidR="0085747A" w:rsidRPr="00DF3C51" w:rsidRDefault="0085747A" w:rsidP="009C54AE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p w14:paraId="3FBED3F4" w14:textId="2C417933" w:rsidR="009C54AE" w:rsidRPr="00DF3C51" w:rsidRDefault="00573183" w:rsidP="006706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 xml:space="preserve">1.3. </w:t>
      </w:r>
      <w:r w:rsidR="00E22FBC" w:rsidRPr="00DF3C51">
        <w:rPr>
          <w:rFonts w:ascii="Corbel" w:hAnsi="Corbel" w:cs="Segoe UI"/>
          <w:smallCaps w:val="0"/>
          <w:szCs w:val="24"/>
        </w:rPr>
        <w:t>For</w:t>
      </w:r>
      <w:r w:rsidR="00445970" w:rsidRPr="00DF3C51">
        <w:rPr>
          <w:rFonts w:ascii="Corbel" w:hAnsi="Corbel" w:cs="Segoe UI"/>
          <w:smallCaps w:val="0"/>
          <w:szCs w:val="24"/>
        </w:rPr>
        <w:t xml:space="preserve">ma zaliczenia przedmiotu </w:t>
      </w:r>
      <w:r w:rsidR="00E22FBC" w:rsidRPr="00DF3C51">
        <w:rPr>
          <w:rFonts w:ascii="Corbel" w:hAnsi="Corbel" w:cs="Segoe UI"/>
          <w:smallCaps w:val="0"/>
          <w:szCs w:val="24"/>
        </w:rPr>
        <w:t xml:space="preserve"> </w:t>
      </w:r>
      <w:r w:rsidR="009F0D37" w:rsidRPr="009C54AE">
        <w:rPr>
          <w:rFonts w:ascii="Corbel" w:hAnsi="Corbel"/>
          <w:smallCaps w:val="0"/>
          <w:szCs w:val="24"/>
        </w:rPr>
        <w:t xml:space="preserve">(z toku) </w:t>
      </w:r>
      <w:r w:rsidR="009F0D37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D606B1" w14:textId="77777777" w:rsidR="00A829DA" w:rsidRPr="00DF3C51" w:rsidRDefault="00A829DA" w:rsidP="009C54AE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 w:themeColor="text1"/>
          <w:szCs w:val="24"/>
        </w:rPr>
      </w:pPr>
      <w:r w:rsidRPr="00DF3C51">
        <w:rPr>
          <w:rFonts w:ascii="Corbel" w:hAnsi="Corbel" w:cs="Segoe UI"/>
          <w:b w:val="0"/>
          <w:szCs w:val="24"/>
        </w:rPr>
        <w:tab/>
      </w:r>
      <w:r w:rsidRPr="00DF3C51">
        <w:rPr>
          <w:rFonts w:ascii="Corbel" w:hAnsi="Corbel" w:cs="Segoe UI"/>
          <w:b w:val="0"/>
          <w:smallCaps w:val="0"/>
          <w:color w:val="000000" w:themeColor="text1"/>
          <w:szCs w:val="24"/>
        </w:rPr>
        <w:t>zaliczenie z oceną</w:t>
      </w:r>
    </w:p>
    <w:p w14:paraId="2087EBFC" w14:textId="77777777" w:rsidR="000A100D" w:rsidRPr="00DF3C51" w:rsidRDefault="000A100D" w:rsidP="009C54AE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1974D55A" w14:textId="77777777" w:rsidR="00E960BB" w:rsidRPr="00DF3C51" w:rsidRDefault="0085747A" w:rsidP="009C54AE">
      <w:pPr>
        <w:pStyle w:val="Punktygwne"/>
        <w:spacing w:before="0" w:after="0"/>
        <w:rPr>
          <w:rFonts w:ascii="Corbel" w:hAnsi="Corbel" w:cs="Segoe UI"/>
          <w:szCs w:val="24"/>
        </w:rPr>
      </w:pPr>
      <w:r w:rsidRPr="00DF3C51">
        <w:rPr>
          <w:rFonts w:ascii="Corbel" w:hAnsi="Corbel" w:cs="Segoe UI"/>
          <w:szCs w:val="24"/>
        </w:rPr>
        <w:t>2.</w:t>
      </w:r>
      <w:r w:rsidR="00573183" w:rsidRPr="00DF3C51">
        <w:rPr>
          <w:rFonts w:ascii="Corbel" w:hAnsi="Corbel" w:cs="Segoe UI"/>
          <w:szCs w:val="24"/>
        </w:rPr>
        <w:t xml:space="preserve"> </w:t>
      </w:r>
      <w:r w:rsidRPr="00DF3C51">
        <w:rPr>
          <w:rFonts w:ascii="Corbel" w:hAnsi="Corbel" w:cs="Segoe UI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F3C51" w14:paraId="2DED47E5" w14:textId="77777777" w:rsidTr="00745302">
        <w:tc>
          <w:tcPr>
            <w:tcW w:w="9670" w:type="dxa"/>
          </w:tcPr>
          <w:p w14:paraId="00934C93" w14:textId="66D374F0" w:rsidR="0085747A" w:rsidRPr="00DF3C51" w:rsidRDefault="000A100D" w:rsidP="009F0D37">
            <w:pPr>
              <w:pStyle w:val="Punktygwne"/>
              <w:spacing w:before="40" w:after="40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02EBE148" w14:textId="77777777" w:rsidR="00153C41" w:rsidRPr="00DF3C51" w:rsidRDefault="00153C41" w:rsidP="009C54AE">
      <w:pPr>
        <w:pStyle w:val="Punktygwne"/>
        <w:spacing w:before="0" w:after="0"/>
        <w:rPr>
          <w:rFonts w:ascii="Corbel" w:hAnsi="Corbel" w:cs="Segoe UI"/>
          <w:szCs w:val="24"/>
        </w:rPr>
      </w:pPr>
    </w:p>
    <w:p w14:paraId="2E2E31E7" w14:textId="4DFB13E5" w:rsidR="0085747A" w:rsidRPr="00DF3C51" w:rsidRDefault="0071620A" w:rsidP="009C54AE">
      <w:pPr>
        <w:pStyle w:val="Punktygwne"/>
        <w:spacing w:before="0" w:after="0"/>
        <w:rPr>
          <w:rFonts w:ascii="Corbel" w:hAnsi="Corbel" w:cs="Segoe UI"/>
          <w:szCs w:val="24"/>
        </w:rPr>
      </w:pPr>
      <w:r w:rsidRPr="00DF3C51">
        <w:rPr>
          <w:rFonts w:ascii="Corbel" w:hAnsi="Corbel" w:cs="Segoe UI"/>
          <w:szCs w:val="24"/>
        </w:rPr>
        <w:t>3.</w:t>
      </w:r>
      <w:r w:rsidR="00573183" w:rsidRPr="00DF3C51">
        <w:rPr>
          <w:rFonts w:ascii="Corbel" w:hAnsi="Corbel" w:cs="Segoe UI"/>
          <w:szCs w:val="24"/>
        </w:rPr>
        <w:t xml:space="preserve"> </w:t>
      </w:r>
      <w:r w:rsidR="00A84C85" w:rsidRPr="00DF3C51">
        <w:rPr>
          <w:rFonts w:ascii="Corbel" w:hAnsi="Corbel" w:cs="Segoe UI"/>
          <w:sz w:val="22"/>
        </w:rPr>
        <w:t xml:space="preserve">cele, efekty uczenia </w:t>
      </w:r>
      <w:r w:rsidR="0085747A" w:rsidRPr="00DF3C51">
        <w:rPr>
          <w:rFonts w:ascii="Corbel" w:hAnsi="Corbel" w:cs="Segoe UI"/>
          <w:sz w:val="22"/>
        </w:rPr>
        <w:t>treści Programowe i stosowane metody Dydaktyczne</w:t>
      </w:r>
    </w:p>
    <w:p w14:paraId="3D3D4998" w14:textId="77777777" w:rsidR="0085747A" w:rsidRPr="00DF3C51" w:rsidRDefault="0085747A" w:rsidP="009C54AE">
      <w:pPr>
        <w:pStyle w:val="Punktygwne"/>
        <w:spacing w:before="0" w:after="0"/>
        <w:rPr>
          <w:rFonts w:ascii="Corbel" w:hAnsi="Corbel" w:cs="Segoe UI"/>
          <w:szCs w:val="24"/>
        </w:rPr>
      </w:pPr>
    </w:p>
    <w:p w14:paraId="733D16CF" w14:textId="77777777" w:rsidR="0085747A" w:rsidRPr="00DF3C51" w:rsidRDefault="0071620A" w:rsidP="009C54AE">
      <w:pPr>
        <w:pStyle w:val="Podpunkty"/>
        <w:rPr>
          <w:rFonts w:ascii="Corbel" w:hAnsi="Corbel" w:cs="Segoe UI"/>
          <w:sz w:val="24"/>
          <w:szCs w:val="24"/>
        </w:rPr>
      </w:pPr>
      <w:r w:rsidRPr="00DF3C51">
        <w:rPr>
          <w:rFonts w:ascii="Corbel" w:hAnsi="Corbel" w:cs="Segoe UI"/>
          <w:sz w:val="24"/>
          <w:szCs w:val="24"/>
        </w:rPr>
        <w:t>3.1</w:t>
      </w:r>
      <w:r w:rsidR="00573183" w:rsidRPr="00DF3C51">
        <w:rPr>
          <w:rFonts w:ascii="Corbel" w:hAnsi="Corbel" w:cs="Segoe UI"/>
          <w:sz w:val="24"/>
          <w:szCs w:val="24"/>
        </w:rPr>
        <w:t>.</w:t>
      </w:r>
      <w:r w:rsidRPr="00DF3C51">
        <w:rPr>
          <w:rFonts w:ascii="Corbel" w:hAnsi="Corbel" w:cs="Segoe UI"/>
          <w:sz w:val="24"/>
          <w:szCs w:val="24"/>
        </w:rPr>
        <w:t xml:space="preserve"> </w:t>
      </w:r>
      <w:r w:rsidR="00C05F44" w:rsidRPr="00DF3C51">
        <w:rPr>
          <w:rFonts w:ascii="Corbel" w:hAnsi="Corbel" w:cs="Segoe UI"/>
          <w:sz w:val="24"/>
          <w:szCs w:val="24"/>
        </w:rPr>
        <w:t>Cele przedmiotu</w:t>
      </w:r>
    </w:p>
    <w:p w14:paraId="09A0E968" w14:textId="77777777" w:rsidR="00F83B28" w:rsidRPr="00DF3C51" w:rsidRDefault="00F83B28" w:rsidP="009C54AE">
      <w:pPr>
        <w:pStyle w:val="Podpunkty"/>
        <w:rPr>
          <w:rFonts w:ascii="Corbel" w:hAnsi="Corbel" w:cs="Segoe U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F3C51" w14:paraId="7A6F0E66" w14:textId="77777777" w:rsidTr="00923D7D">
        <w:tc>
          <w:tcPr>
            <w:tcW w:w="851" w:type="dxa"/>
            <w:vAlign w:val="center"/>
          </w:tcPr>
          <w:p w14:paraId="7D26E4F6" w14:textId="77777777" w:rsidR="0085747A" w:rsidRPr="00DF3C5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ABBAF" w14:textId="034D722E" w:rsidR="0085747A" w:rsidRPr="00DF3C51" w:rsidRDefault="006E7429" w:rsidP="00116436">
            <w:pPr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DF3C51">
              <w:rPr>
                <w:rFonts w:ascii="Corbel" w:hAnsi="Corbel" w:cs="Segoe UI"/>
              </w:rPr>
              <w:t xml:space="preserve">Wprowadzenie podstawowych pojęć związanych z </w:t>
            </w:r>
            <w:r w:rsidR="00493331" w:rsidRPr="00DF3C51">
              <w:rPr>
                <w:rFonts w:ascii="Corbel" w:hAnsi="Corbel" w:cs="Segoe UI"/>
              </w:rPr>
              <w:t>bezpieczeństwem informatycznym</w:t>
            </w:r>
            <w:r w:rsidRPr="00DF3C51">
              <w:rPr>
                <w:rFonts w:ascii="Corbel" w:hAnsi="Corbel" w:cs="Segoe UI"/>
              </w:rPr>
              <w:t xml:space="preserve">. Zapoznanie z </w:t>
            </w:r>
            <w:r w:rsidR="00493331" w:rsidRPr="00DF3C51">
              <w:rPr>
                <w:rFonts w:ascii="Corbel" w:hAnsi="Corbel" w:cs="Segoe UI"/>
              </w:rPr>
              <w:t xml:space="preserve">prawnymi i społecznymi aspektami bezpieczeństwa, budową sieci teleinformatycznych, ochroną danych w chmurze, a także administrowaniem i zarządzaniem systemami bezpieczeństwa informatycznego. </w:t>
            </w:r>
          </w:p>
        </w:tc>
      </w:tr>
      <w:tr w:rsidR="0085747A" w:rsidRPr="00DF3C51" w14:paraId="7950F7DA" w14:textId="77777777" w:rsidTr="00923D7D">
        <w:tc>
          <w:tcPr>
            <w:tcW w:w="851" w:type="dxa"/>
            <w:vAlign w:val="center"/>
          </w:tcPr>
          <w:p w14:paraId="1188597E" w14:textId="77777777" w:rsidR="0085747A" w:rsidRPr="00DF3C51" w:rsidRDefault="000A100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6DDE2C2" w14:textId="14EF390C" w:rsidR="0085747A" w:rsidRPr="00DF3C51" w:rsidRDefault="00F32F26" w:rsidP="00116436">
            <w:pPr>
              <w:pStyle w:val="Podpunkty"/>
              <w:spacing w:before="40" w:after="40"/>
              <w:ind w:left="0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</w:rPr>
              <w:t>Wykorzystanie wspomnianej wiedzy jako narzędzia pozwalającego na dokonanie samodzielne</w:t>
            </w:r>
            <w:r w:rsidR="00D163C9" w:rsidRPr="00DF3C51">
              <w:rPr>
                <w:rFonts w:ascii="Corbel" w:hAnsi="Corbel" w:cs="Segoe UI"/>
                <w:b w:val="0"/>
              </w:rPr>
              <w:t xml:space="preserve">go lub we współdziałaniu z </w:t>
            </w:r>
            <w:r w:rsidR="00D36726" w:rsidRPr="00DF3C51">
              <w:rPr>
                <w:rFonts w:ascii="Corbel" w:hAnsi="Corbel" w:cs="Segoe UI"/>
                <w:b w:val="0"/>
              </w:rPr>
              <w:t>grupą zaplanowania</w:t>
            </w:r>
            <w:r w:rsidR="00D163C9" w:rsidRPr="00DF3C51">
              <w:rPr>
                <w:rFonts w:ascii="Corbel" w:hAnsi="Corbel" w:cs="Segoe UI"/>
                <w:b w:val="0"/>
              </w:rPr>
              <w:t xml:space="preserve"> systemu </w:t>
            </w:r>
            <w:r w:rsidR="00656C1B" w:rsidRPr="00DF3C51">
              <w:rPr>
                <w:rFonts w:ascii="Corbel" w:hAnsi="Corbel" w:cs="Segoe UI"/>
                <w:b w:val="0"/>
              </w:rPr>
              <w:t>informatycznego</w:t>
            </w:r>
            <w:r w:rsidR="00540D4A" w:rsidRPr="00DF3C51">
              <w:rPr>
                <w:rFonts w:ascii="Corbel" w:hAnsi="Corbel" w:cs="Segoe UI"/>
                <w:b w:val="0"/>
              </w:rPr>
              <w:t xml:space="preserve"> w </w:t>
            </w:r>
            <w:r w:rsidR="00CB34A5" w:rsidRPr="00DF3C51">
              <w:rPr>
                <w:rFonts w:ascii="Corbel" w:hAnsi="Corbel" w:cs="Segoe UI"/>
                <w:b w:val="0"/>
              </w:rPr>
              <w:t>organizacji</w:t>
            </w:r>
            <w:r w:rsidR="00656C1B" w:rsidRPr="00DF3C51">
              <w:rPr>
                <w:rFonts w:ascii="Corbel" w:hAnsi="Corbel" w:cs="Segoe UI"/>
                <w:b w:val="0"/>
              </w:rPr>
              <w:t>, wdrożeni</w:t>
            </w:r>
            <w:r w:rsidR="00CB34A5" w:rsidRPr="00DF3C51">
              <w:rPr>
                <w:rFonts w:ascii="Corbel" w:hAnsi="Corbel" w:cs="Segoe UI"/>
                <w:b w:val="0"/>
              </w:rPr>
              <w:t>a</w:t>
            </w:r>
            <w:r w:rsidR="00656C1B" w:rsidRPr="00DF3C51">
              <w:rPr>
                <w:rFonts w:ascii="Corbel" w:hAnsi="Corbel" w:cs="Segoe UI"/>
                <w:b w:val="0"/>
              </w:rPr>
              <w:t xml:space="preserve"> </w:t>
            </w:r>
            <w:r w:rsidR="00540D4A" w:rsidRPr="00DF3C51">
              <w:rPr>
                <w:rFonts w:ascii="Corbel" w:hAnsi="Corbel" w:cs="Segoe UI"/>
                <w:b w:val="0"/>
              </w:rPr>
              <w:t xml:space="preserve">stosownych </w:t>
            </w:r>
            <w:r w:rsidR="00D163C9" w:rsidRPr="00DF3C51">
              <w:rPr>
                <w:rFonts w:ascii="Corbel" w:hAnsi="Corbel" w:cs="Segoe UI"/>
                <w:b w:val="0"/>
              </w:rPr>
              <w:t>zabezpieczeń</w:t>
            </w:r>
            <w:r w:rsidR="00CB34A5" w:rsidRPr="00DF3C51">
              <w:rPr>
                <w:rFonts w:ascii="Corbel" w:hAnsi="Corbel" w:cs="Segoe UI"/>
                <w:b w:val="0"/>
              </w:rPr>
              <w:t xml:space="preserve"> tego systemu</w:t>
            </w:r>
            <w:r w:rsidR="00D163C9" w:rsidRPr="00DF3C51">
              <w:rPr>
                <w:rFonts w:ascii="Corbel" w:hAnsi="Corbel" w:cs="Segoe UI"/>
                <w:b w:val="0"/>
              </w:rPr>
              <w:t xml:space="preserve"> oraz oceny </w:t>
            </w:r>
            <w:r w:rsidR="00540D4A" w:rsidRPr="00DF3C51">
              <w:rPr>
                <w:rFonts w:ascii="Corbel" w:hAnsi="Corbel" w:cs="Segoe UI"/>
                <w:b w:val="0"/>
              </w:rPr>
              <w:t>ich</w:t>
            </w:r>
            <w:r w:rsidR="00D163C9" w:rsidRPr="00DF3C51">
              <w:rPr>
                <w:rFonts w:ascii="Corbel" w:hAnsi="Corbel" w:cs="Segoe UI"/>
                <w:b w:val="0"/>
              </w:rPr>
              <w:t xml:space="preserve"> skuteczności</w:t>
            </w:r>
            <w:r w:rsidR="00D36726" w:rsidRPr="00DF3C51">
              <w:rPr>
                <w:rFonts w:ascii="Corbel" w:hAnsi="Corbel" w:cs="Segoe UI"/>
                <w:b w:val="0"/>
              </w:rPr>
              <w:t xml:space="preserve"> w aspekcie różnego typu zagrożeń</w:t>
            </w:r>
            <w:r w:rsidR="007D2321" w:rsidRPr="00DF3C51">
              <w:rPr>
                <w:rFonts w:ascii="Corbel" w:hAnsi="Corbel" w:cs="Segoe UI"/>
                <w:b w:val="0"/>
              </w:rPr>
              <w:t>.</w:t>
            </w:r>
          </w:p>
        </w:tc>
      </w:tr>
    </w:tbl>
    <w:p w14:paraId="32415C0F" w14:textId="77777777" w:rsidR="0085747A" w:rsidRPr="00DF3C51" w:rsidRDefault="0085747A" w:rsidP="009C54AE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/>
          <w:szCs w:val="24"/>
        </w:rPr>
      </w:pPr>
    </w:p>
    <w:p w14:paraId="10757AA7" w14:textId="77777777" w:rsidR="001D7B54" w:rsidRPr="00DF3C51" w:rsidRDefault="009F4610" w:rsidP="009C54AE">
      <w:pPr>
        <w:spacing w:after="0" w:line="240" w:lineRule="auto"/>
        <w:ind w:left="426"/>
        <w:rPr>
          <w:rFonts w:ascii="Corbel" w:hAnsi="Corbel" w:cs="Segoe UI"/>
          <w:sz w:val="24"/>
          <w:szCs w:val="24"/>
        </w:rPr>
      </w:pPr>
      <w:r w:rsidRPr="00DF3C51">
        <w:rPr>
          <w:rFonts w:ascii="Corbel" w:hAnsi="Corbel" w:cs="Segoe UI"/>
          <w:b/>
          <w:sz w:val="24"/>
          <w:szCs w:val="24"/>
        </w:rPr>
        <w:t>3.2</w:t>
      </w:r>
      <w:r w:rsidR="00573183" w:rsidRPr="00DF3C51">
        <w:rPr>
          <w:rFonts w:ascii="Corbel" w:hAnsi="Corbel" w:cs="Segoe UI"/>
          <w:b/>
          <w:sz w:val="24"/>
          <w:szCs w:val="24"/>
        </w:rPr>
        <w:t>.</w:t>
      </w:r>
      <w:r w:rsidRPr="00DF3C51">
        <w:rPr>
          <w:rFonts w:ascii="Corbel" w:hAnsi="Corbel" w:cs="Segoe UI"/>
          <w:b/>
          <w:sz w:val="24"/>
          <w:szCs w:val="24"/>
        </w:rPr>
        <w:t xml:space="preserve"> </w:t>
      </w:r>
      <w:r w:rsidR="001D7B54" w:rsidRPr="00DF3C51">
        <w:rPr>
          <w:rFonts w:ascii="Corbel" w:hAnsi="Corbel" w:cs="Segoe UI"/>
          <w:b/>
          <w:sz w:val="24"/>
          <w:szCs w:val="24"/>
        </w:rPr>
        <w:t xml:space="preserve">Efekty </w:t>
      </w:r>
      <w:r w:rsidR="00C05F44" w:rsidRPr="00DF3C51">
        <w:rPr>
          <w:rFonts w:ascii="Corbel" w:hAnsi="Corbel" w:cs="Segoe UI"/>
          <w:b/>
          <w:sz w:val="24"/>
          <w:szCs w:val="24"/>
        </w:rPr>
        <w:t xml:space="preserve">uczenia się </w:t>
      </w:r>
      <w:r w:rsidR="001D7B54" w:rsidRPr="00DF3C51">
        <w:rPr>
          <w:rFonts w:ascii="Corbel" w:hAnsi="Corbel" w:cs="Segoe UI"/>
          <w:b/>
          <w:sz w:val="24"/>
          <w:szCs w:val="24"/>
        </w:rPr>
        <w:t>dla przedmiotu</w:t>
      </w:r>
    </w:p>
    <w:p w14:paraId="05EF0BEC" w14:textId="77777777" w:rsidR="001D7B54" w:rsidRPr="00DF3C51" w:rsidRDefault="001D7B54" w:rsidP="009C54AE">
      <w:pPr>
        <w:spacing w:after="0" w:line="240" w:lineRule="auto"/>
        <w:rPr>
          <w:rFonts w:ascii="Corbel" w:hAnsi="Corbel" w:cs="Segoe U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5"/>
        <w:gridCol w:w="1867"/>
      </w:tblGrid>
      <w:tr w:rsidR="00540D4A" w:rsidRPr="00DF3C51" w14:paraId="219D95E0" w14:textId="77777777" w:rsidTr="0071620A">
        <w:tc>
          <w:tcPr>
            <w:tcW w:w="1701" w:type="dxa"/>
            <w:vAlign w:val="center"/>
          </w:tcPr>
          <w:p w14:paraId="3EA91980" w14:textId="77777777" w:rsidR="0085747A" w:rsidRPr="00DF3C5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smallCaps w:val="0"/>
                <w:szCs w:val="24"/>
              </w:rPr>
              <w:t>EK</w:t>
            </w:r>
            <w:r w:rsidR="00A84C85" w:rsidRPr="00DF3C51">
              <w:rPr>
                <w:rFonts w:ascii="Corbel" w:hAnsi="Corbel" w:cs="Segoe UI"/>
                <w:b w:val="0"/>
                <w:smallCaps w:val="0"/>
                <w:szCs w:val="24"/>
              </w:rPr>
              <w:t xml:space="preserve"> (</w:t>
            </w:r>
            <w:r w:rsidR="00C05F44" w:rsidRPr="00DF3C51">
              <w:rPr>
                <w:rFonts w:ascii="Corbel" w:hAnsi="Corbel" w:cs="Segoe UI"/>
                <w:b w:val="0"/>
                <w:smallCaps w:val="0"/>
                <w:szCs w:val="24"/>
              </w:rPr>
              <w:t>efekt uczenia się</w:t>
            </w:r>
            <w:r w:rsidR="00B82308" w:rsidRPr="00DF3C51">
              <w:rPr>
                <w:rFonts w:ascii="Corbel" w:hAnsi="Corbel" w:cs="Segoe U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8442940" w14:textId="77777777" w:rsidR="0085747A" w:rsidRPr="00DF3C5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 xml:space="preserve">Treść efektu </w:t>
            </w:r>
            <w:r w:rsidR="00C05F44" w:rsidRPr="00DF3C51">
              <w:rPr>
                <w:rFonts w:ascii="Corbel" w:hAnsi="Corbel" w:cs="Segoe UI"/>
                <w:b w:val="0"/>
                <w:smallCaps w:val="0"/>
                <w:szCs w:val="24"/>
              </w:rPr>
              <w:t xml:space="preserve">uczenia się </w:t>
            </w: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9EF6FB6" w14:textId="6BC9C50F" w:rsidR="0085747A" w:rsidRPr="00DF3C5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>Odniesienie do efektów  kierunkowych</w:t>
            </w:r>
            <w:r w:rsidR="0030395F" w:rsidRPr="00DF3C51">
              <w:rPr>
                <w:rStyle w:val="Odwoanieprzypisudolnego"/>
                <w:rFonts w:ascii="Corbel" w:hAnsi="Corbel" w:cs="Segoe UI"/>
                <w:b w:val="0"/>
                <w:smallCaps w:val="0"/>
                <w:szCs w:val="24"/>
              </w:rPr>
              <w:footnoteReference w:id="1"/>
            </w:r>
          </w:p>
        </w:tc>
      </w:tr>
      <w:tr w:rsidR="00540D4A" w:rsidRPr="00DF3C51" w14:paraId="4D07C5AB" w14:textId="77777777" w:rsidTr="005E6E85">
        <w:tc>
          <w:tcPr>
            <w:tcW w:w="1701" w:type="dxa"/>
          </w:tcPr>
          <w:p w14:paraId="358B7669" w14:textId="77777777" w:rsidR="00F32F26" w:rsidRPr="00DF3C51" w:rsidRDefault="00F32F26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>EK</w:t>
            </w: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24A7149" w14:textId="34FE1443" w:rsidR="00F32F26" w:rsidRPr="00DF3C51" w:rsidRDefault="00F32F26" w:rsidP="00667F58">
            <w:pPr>
              <w:spacing w:after="0" w:line="240" w:lineRule="auto"/>
              <w:jc w:val="both"/>
              <w:rPr>
                <w:rFonts w:ascii="Corbel" w:eastAsia="Times New Roman" w:hAnsi="Corbel" w:cs="Segoe UI"/>
                <w:lang w:eastAsia="pl-PL"/>
              </w:rPr>
            </w:pPr>
            <w:r w:rsidRPr="00DF3C51">
              <w:rPr>
                <w:rFonts w:ascii="Corbel" w:eastAsia="Times New Roman" w:hAnsi="Corbel" w:cs="Segoe UI"/>
                <w:lang w:eastAsia="pl-PL"/>
              </w:rPr>
              <w:t>- posiada wiedzę na temat</w:t>
            </w:r>
            <w:r w:rsidR="00D36726" w:rsidRPr="00DF3C51">
              <w:rPr>
                <w:rFonts w:ascii="Corbel" w:eastAsia="Times New Roman" w:hAnsi="Corbel" w:cs="Segoe UI"/>
                <w:lang w:eastAsia="pl-PL"/>
              </w:rPr>
              <w:t xml:space="preserve"> budowy i funkcji systemu</w:t>
            </w:r>
            <w:r w:rsidR="00232C4B" w:rsidRPr="00DF3C51">
              <w:rPr>
                <w:rFonts w:ascii="Corbel" w:eastAsia="Times New Roman" w:hAnsi="Corbel" w:cs="Segoe UI"/>
                <w:lang w:eastAsia="pl-PL"/>
              </w:rPr>
              <w:t xml:space="preserve"> </w:t>
            </w:r>
            <w:r w:rsidR="00D36726" w:rsidRPr="00DF3C51">
              <w:rPr>
                <w:rFonts w:ascii="Corbel" w:eastAsia="Times New Roman" w:hAnsi="Corbel" w:cs="Segoe UI"/>
                <w:lang w:eastAsia="pl-PL"/>
              </w:rPr>
              <w:t xml:space="preserve">teleinformatycznego w organizacji oraz </w:t>
            </w:r>
            <w:r w:rsidR="00232C4B" w:rsidRPr="00DF3C51">
              <w:rPr>
                <w:rFonts w:ascii="Corbel" w:hAnsi="Corbel" w:cs="Segoe UI"/>
              </w:rPr>
              <w:t xml:space="preserve">potrafi </w:t>
            </w:r>
            <w:r w:rsidR="00E32C1F" w:rsidRPr="00DF3C51">
              <w:rPr>
                <w:rFonts w:ascii="Corbel" w:eastAsia="Times New Roman" w:hAnsi="Corbel" w:cs="Segoe UI"/>
                <w:lang w:eastAsia="pl-PL"/>
              </w:rPr>
              <w:t>określić elementy świadczące o</w:t>
            </w:r>
            <w:r w:rsidR="00232C4B" w:rsidRPr="00DF3C51">
              <w:rPr>
                <w:rFonts w:ascii="Corbel" w:eastAsia="Times New Roman" w:hAnsi="Corbel" w:cs="Segoe UI"/>
                <w:lang w:eastAsia="pl-PL"/>
              </w:rPr>
              <w:t xml:space="preserve"> </w:t>
            </w:r>
            <w:r w:rsidR="00E32C1F" w:rsidRPr="00DF3C51">
              <w:rPr>
                <w:rFonts w:ascii="Corbel" w:eastAsia="Times New Roman" w:hAnsi="Corbel" w:cs="Segoe UI"/>
                <w:lang w:eastAsia="pl-PL"/>
              </w:rPr>
              <w:t xml:space="preserve">mocnych i słabych </w:t>
            </w:r>
            <w:r w:rsidR="003648CC" w:rsidRPr="00DF3C51">
              <w:rPr>
                <w:rFonts w:ascii="Corbel" w:eastAsia="Times New Roman" w:hAnsi="Corbel" w:cs="Segoe UI"/>
                <w:lang w:eastAsia="pl-PL"/>
              </w:rPr>
              <w:t xml:space="preserve">stronach </w:t>
            </w:r>
            <w:r w:rsidR="00232C4B" w:rsidRPr="00DF3C51">
              <w:rPr>
                <w:rFonts w:ascii="Corbel" w:eastAsia="Times New Roman" w:hAnsi="Corbel" w:cs="Segoe UI"/>
                <w:lang w:eastAsia="pl-PL"/>
              </w:rPr>
              <w:t>tego systemu</w:t>
            </w:r>
            <w:r w:rsidR="00D36726" w:rsidRPr="00DF3C51">
              <w:rPr>
                <w:rFonts w:ascii="Corbel" w:eastAsia="Times New Roman" w:hAnsi="Corbel" w:cs="Segoe UI"/>
                <w:lang w:eastAsia="pl-PL"/>
              </w:rPr>
              <w:t xml:space="preserve">; </w:t>
            </w:r>
          </w:p>
        </w:tc>
        <w:tc>
          <w:tcPr>
            <w:tcW w:w="1873" w:type="dxa"/>
          </w:tcPr>
          <w:p w14:paraId="3CE8E0E0" w14:textId="77777777" w:rsidR="00F32F26" w:rsidRPr="00DF3C51" w:rsidRDefault="00EE0BE1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 xml:space="preserve">W09, </w:t>
            </w:r>
            <w:r w:rsidR="00F32F26" w:rsidRPr="00DF3C51">
              <w:rPr>
                <w:rFonts w:ascii="Corbel" w:hAnsi="Corbel" w:cs="Segoe UI"/>
                <w:b w:val="0"/>
                <w:smallCaps w:val="0"/>
                <w:szCs w:val="24"/>
              </w:rPr>
              <w:t>W10</w:t>
            </w:r>
            <w:r w:rsidR="00F54193" w:rsidRPr="00DF3C51">
              <w:rPr>
                <w:rFonts w:ascii="Corbel" w:hAnsi="Corbel" w:cs="Segoe UI"/>
                <w:b w:val="0"/>
                <w:smallCaps w:val="0"/>
                <w:szCs w:val="24"/>
              </w:rPr>
              <w:t>, U10</w:t>
            </w:r>
          </w:p>
        </w:tc>
      </w:tr>
      <w:tr w:rsidR="00540D4A" w:rsidRPr="00DF3C51" w14:paraId="6656164B" w14:textId="77777777" w:rsidTr="005E6E85">
        <w:tc>
          <w:tcPr>
            <w:tcW w:w="1701" w:type="dxa"/>
          </w:tcPr>
          <w:p w14:paraId="3E371839" w14:textId="77777777" w:rsidR="00F32F26" w:rsidRPr="00DF3C51" w:rsidRDefault="00F32F26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2A91A26" w14:textId="025094B3" w:rsidR="00F32F26" w:rsidRPr="00DF3C51" w:rsidRDefault="00F32F26" w:rsidP="00C6748C">
            <w:pPr>
              <w:spacing w:after="0" w:line="240" w:lineRule="auto"/>
              <w:jc w:val="both"/>
              <w:rPr>
                <w:rFonts w:ascii="Corbel" w:hAnsi="Corbel" w:cs="Segoe UI"/>
              </w:rPr>
            </w:pPr>
            <w:r w:rsidRPr="00DF3C51">
              <w:rPr>
                <w:rFonts w:ascii="Corbel" w:eastAsia="Times New Roman" w:hAnsi="Corbel" w:cs="Segoe UI"/>
                <w:lang w:eastAsia="pl-PL"/>
              </w:rPr>
              <w:t xml:space="preserve">- posiada wiedzę </w:t>
            </w:r>
            <w:r w:rsidRPr="00DF3C51">
              <w:rPr>
                <w:rFonts w:ascii="Corbel" w:hAnsi="Corbel" w:cs="Segoe UI"/>
              </w:rPr>
              <w:t xml:space="preserve">i potrafi posługiwać się podstawowymi pojęciami </w:t>
            </w:r>
            <w:r w:rsidR="00924BBE" w:rsidRPr="00DF3C51">
              <w:rPr>
                <w:rFonts w:ascii="Corbel" w:hAnsi="Corbel" w:cs="Segoe UI"/>
              </w:rPr>
              <w:t>oraz</w:t>
            </w:r>
            <w:r w:rsidRPr="00DF3C51">
              <w:rPr>
                <w:rFonts w:ascii="Corbel" w:hAnsi="Corbel" w:cs="Segoe UI"/>
              </w:rPr>
              <w:t xml:space="preserve"> terminologią odnoszącą się do </w:t>
            </w:r>
            <w:r w:rsidR="00D079AB" w:rsidRPr="00DF3C51">
              <w:rPr>
                <w:rFonts w:ascii="Corbel" w:hAnsi="Corbel" w:cs="Segoe UI"/>
              </w:rPr>
              <w:t>przedmiotu konwersatorium</w:t>
            </w:r>
            <w:r w:rsidR="00E32C1F" w:rsidRPr="00DF3C51">
              <w:rPr>
                <w:rFonts w:ascii="Corbel" w:eastAsia="Times New Roman" w:hAnsi="Corbel" w:cs="Segoe UI"/>
                <w:lang w:eastAsia="pl-PL"/>
              </w:rPr>
              <w:t>;</w:t>
            </w:r>
          </w:p>
        </w:tc>
        <w:tc>
          <w:tcPr>
            <w:tcW w:w="1873" w:type="dxa"/>
          </w:tcPr>
          <w:p w14:paraId="0C5CFCAC" w14:textId="77777777" w:rsidR="00F32F26" w:rsidRPr="00DF3C51" w:rsidRDefault="00F32F26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>W09</w:t>
            </w:r>
            <w:r w:rsidR="00EE0BE1" w:rsidRPr="00DF3C51">
              <w:rPr>
                <w:rFonts w:ascii="Corbel" w:hAnsi="Corbel" w:cs="Segoe UI"/>
                <w:b w:val="0"/>
                <w:smallCaps w:val="0"/>
                <w:szCs w:val="24"/>
              </w:rPr>
              <w:t>, W10</w:t>
            </w:r>
            <w:r w:rsidR="00E32C1F" w:rsidRPr="00DF3C51">
              <w:rPr>
                <w:rFonts w:ascii="Corbel" w:hAnsi="Corbel" w:cs="Segoe UI"/>
                <w:b w:val="0"/>
                <w:smallCaps w:val="0"/>
                <w:szCs w:val="24"/>
              </w:rPr>
              <w:t>, U12</w:t>
            </w:r>
          </w:p>
        </w:tc>
      </w:tr>
      <w:tr w:rsidR="00540D4A" w:rsidRPr="00DF3C51" w14:paraId="37AC8CFA" w14:textId="77777777" w:rsidTr="005E6E85">
        <w:tc>
          <w:tcPr>
            <w:tcW w:w="1701" w:type="dxa"/>
          </w:tcPr>
          <w:p w14:paraId="0FA223D9" w14:textId="77777777" w:rsidR="00F32F26" w:rsidRPr="00DF3C51" w:rsidRDefault="00F32F26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A460530" w14:textId="0874E9D2" w:rsidR="00F32F26" w:rsidRPr="00DF3C51" w:rsidRDefault="00F32F26" w:rsidP="00C6748C">
            <w:pPr>
              <w:spacing w:after="0" w:line="240" w:lineRule="auto"/>
              <w:jc w:val="both"/>
              <w:rPr>
                <w:rFonts w:ascii="Corbel" w:eastAsia="Times New Roman" w:hAnsi="Corbel" w:cs="Segoe UI"/>
                <w:lang w:eastAsia="pl-PL"/>
              </w:rPr>
            </w:pPr>
            <w:r w:rsidRPr="00DF3C51">
              <w:rPr>
                <w:rFonts w:ascii="Corbel" w:eastAsia="Times New Roman" w:hAnsi="Corbel" w:cs="Segoe UI"/>
                <w:lang w:eastAsia="pl-PL"/>
              </w:rPr>
              <w:t xml:space="preserve">- potrafi opisać </w:t>
            </w:r>
            <w:r w:rsidR="006E3BCE" w:rsidRPr="00DF3C51">
              <w:rPr>
                <w:rFonts w:ascii="Corbel" w:eastAsia="Times New Roman" w:hAnsi="Corbel" w:cs="Segoe UI"/>
                <w:lang w:eastAsia="pl-PL"/>
              </w:rPr>
              <w:t>prawne i społeczne aspekty bezpieczeństwa informatycznego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>;</w:t>
            </w:r>
          </w:p>
        </w:tc>
        <w:tc>
          <w:tcPr>
            <w:tcW w:w="1873" w:type="dxa"/>
          </w:tcPr>
          <w:p w14:paraId="4B41D59C" w14:textId="77777777" w:rsidR="00F32F26" w:rsidRPr="00DF3C51" w:rsidRDefault="00F54193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 xml:space="preserve">W09, W10, </w:t>
            </w:r>
            <w:r w:rsidR="00EE0BE1" w:rsidRPr="00DF3C51">
              <w:rPr>
                <w:rFonts w:ascii="Corbel" w:hAnsi="Corbel" w:cs="Segoe UI"/>
                <w:b w:val="0"/>
                <w:smallCaps w:val="0"/>
                <w:szCs w:val="24"/>
              </w:rPr>
              <w:t>U10</w:t>
            </w:r>
          </w:p>
        </w:tc>
      </w:tr>
      <w:tr w:rsidR="00540D4A" w:rsidRPr="00DF3C51" w14:paraId="3130B732" w14:textId="77777777" w:rsidTr="005E6E85">
        <w:tc>
          <w:tcPr>
            <w:tcW w:w="1701" w:type="dxa"/>
          </w:tcPr>
          <w:p w14:paraId="71A91B59" w14:textId="77777777" w:rsidR="00F32F26" w:rsidRPr="00DF3C51" w:rsidRDefault="00F32F26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>EK_</w:t>
            </w:r>
            <w:r w:rsidR="00E32C1F" w:rsidRPr="00DF3C51">
              <w:rPr>
                <w:rFonts w:ascii="Corbel" w:hAnsi="Corbel" w:cs="Segoe UI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172ED5E6" w14:textId="5A139985" w:rsidR="00F32F26" w:rsidRPr="00DF3C51" w:rsidRDefault="00F32F26" w:rsidP="00002CD1">
            <w:pPr>
              <w:spacing w:after="0" w:line="240" w:lineRule="auto"/>
              <w:jc w:val="both"/>
              <w:rPr>
                <w:rFonts w:ascii="Corbel" w:eastAsia="Times New Roman" w:hAnsi="Corbel" w:cs="Segoe UI"/>
                <w:lang w:eastAsia="pl-PL"/>
              </w:rPr>
            </w:pPr>
            <w:r w:rsidRPr="00DF3C51">
              <w:rPr>
                <w:rFonts w:ascii="Corbel" w:eastAsia="Times New Roman" w:hAnsi="Corbel" w:cs="Segoe UI"/>
                <w:lang w:eastAsia="pl-PL"/>
              </w:rPr>
              <w:t xml:space="preserve">- potrafi samodzielnie </w:t>
            </w:r>
            <w:r w:rsidR="00EE0BE1" w:rsidRPr="00DF3C51">
              <w:rPr>
                <w:rFonts w:ascii="Corbel" w:eastAsia="Times New Roman" w:hAnsi="Corbel" w:cs="Segoe UI"/>
                <w:lang w:eastAsia="pl-PL"/>
              </w:rPr>
              <w:t xml:space="preserve">lub we współdziałaniu z grupą 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>poszerzać posiadany zakres wiedzy z dodatkowych źr</w:t>
            </w:r>
            <w:r w:rsidR="00E32C1F" w:rsidRPr="00DF3C51">
              <w:rPr>
                <w:rFonts w:ascii="Corbel" w:eastAsia="Times New Roman" w:hAnsi="Corbel" w:cs="Segoe UI"/>
                <w:lang w:eastAsia="pl-PL"/>
              </w:rPr>
              <w:t xml:space="preserve">ódeł; 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potrafi dokonać analizy bieżących informacji odnoszących się do </w:t>
            </w:r>
            <w:r w:rsidR="00B55B51" w:rsidRPr="00DF3C51">
              <w:rPr>
                <w:rFonts w:ascii="Corbel" w:eastAsia="Times New Roman" w:hAnsi="Corbel" w:cs="Segoe UI"/>
                <w:lang w:eastAsia="pl-PL"/>
              </w:rPr>
              <w:t>systemów bezpieczeństwa informatycznego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; </w:t>
            </w:r>
          </w:p>
        </w:tc>
        <w:tc>
          <w:tcPr>
            <w:tcW w:w="1873" w:type="dxa"/>
          </w:tcPr>
          <w:p w14:paraId="7AD0A401" w14:textId="77777777" w:rsidR="00F32F26" w:rsidRPr="00DF3C51" w:rsidRDefault="00EE0BE1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>W09, W10, U10, U12, K08</w:t>
            </w:r>
          </w:p>
        </w:tc>
      </w:tr>
      <w:tr w:rsidR="00540D4A" w:rsidRPr="00DF3C51" w14:paraId="731FBAE0" w14:textId="77777777" w:rsidTr="005E6E85">
        <w:tc>
          <w:tcPr>
            <w:tcW w:w="1701" w:type="dxa"/>
          </w:tcPr>
          <w:p w14:paraId="34F0C451" w14:textId="77777777" w:rsidR="00F32F26" w:rsidRPr="00DF3C51" w:rsidRDefault="00F32F26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>EK_</w:t>
            </w:r>
            <w:r w:rsidR="00E32C1F" w:rsidRPr="00DF3C51">
              <w:rPr>
                <w:rFonts w:ascii="Corbel" w:hAnsi="Corbel" w:cs="Segoe UI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5C165B34" w14:textId="42FC36B8" w:rsidR="00002CD1" w:rsidRPr="00DF3C51" w:rsidRDefault="00F32F26" w:rsidP="00002CD1">
            <w:pPr>
              <w:jc w:val="both"/>
              <w:rPr>
                <w:rFonts w:ascii="Corbel" w:hAnsi="Corbel" w:cs="Segoe UI"/>
              </w:rPr>
            </w:pPr>
            <w:r w:rsidRPr="00DF3C51">
              <w:rPr>
                <w:rFonts w:ascii="Corbel" w:eastAsia="Times New Roman" w:hAnsi="Corbel" w:cs="Segoe UI"/>
                <w:lang w:eastAsia="pl-PL"/>
              </w:rPr>
              <w:t xml:space="preserve">- potrafi </w:t>
            </w:r>
            <w:r w:rsidR="00EE0BE1" w:rsidRPr="00DF3C51">
              <w:rPr>
                <w:rFonts w:ascii="Corbel" w:eastAsia="Times New Roman" w:hAnsi="Corbel" w:cs="Segoe UI"/>
                <w:lang w:eastAsia="pl-PL"/>
              </w:rPr>
              <w:t xml:space="preserve">samodzielnie lub we współdziałaniu z grupą 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- przy wykorzystaniu dotychczas nabytej wiedzy - </w:t>
            </w:r>
            <w:r w:rsidR="00002CD1" w:rsidRPr="00DF3C51">
              <w:rPr>
                <w:rFonts w:ascii="Corbel" w:hAnsi="Corbel" w:cs="Segoe UI"/>
              </w:rPr>
              <w:t>analizować i wykorzystywać uzyskaną wiedzę do</w:t>
            </w:r>
            <w:r w:rsidR="00C4550F" w:rsidRPr="00DF3C51">
              <w:rPr>
                <w:rFonts w:ascii="Corbel" w:hAnsi="Corbel" w:cs="Segoe UI"/>
              </w:rPr>
              <w:t xml:space="preserve"> </w:t>
            </w:r>
            <w:r w:rsidR="00540D4A" w:rsidRPr="00DF3C51">
              <w:rPr>
                <w:rFonts w:ascii="Corbel" w:hAnsi="Corbel" w:cs="Segoe UI"/>
              </w:rPr>
              <w:t xml:space="preserve">zaplanowania systemu teleinformatycznego, </w:t>
            </w:r>
            <w:r w:rsidR="0006255C" w:rsidRPr="00DF3C51">
              <w:rPr>
                <w:rFonts w:ascii="Corbel" w:hAnsi="Corbel" w:cs="Segoe UI"/>
              </w:rPr>
              <w:t>opracowania polityk oraz procedur bezpieczeństwa, a także potrafi aktywnie uczestniczyć w dyskusji dotyczącej przedmiotu konwersatorium.</w:t>
            </w:r>
          </w:p>
          <w:p w14:paraId="13A83863" w14:textId="60B5B168" w:rsidR="00F32F26" w:rsidRPr="00DF3C51" w:rsidRDefault="00F32F26" w:rsidP="00F32F26">
            <w:pPr>
              <w:spacing w:after="0" w:line="240" w:lineRule="auto"/>
              <w:rPr>
                <w:rFonts w:ascii="Corbel" w:eastAsia="Times New Roman" w:hAnsi="Corbel" w:cs="Segoe UI"/>
                <w:lang w:eastAsia="pl-PL"/>
              </w:rPr>
            </w:pPr>
          </w:p>
        </w:tc>
        <w:tc>
          <w:tcPr>
            <w:tcW w:w="1873" w:type="dxa"/>
          </w:tcPr>
          <w:p w14:paraId="3787E317" w14:textId="77777777" w:rsidR="00F32F26" w:rsidRPr="00DF3C51" w:rsidRDefault="00EE0BE1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>W09, W10, U10, U12, K08</w:t>
            </w:r>
          </w:p>
        </w:tc>
      </w:tr>
    </w:tbl>
    <w:p w14:paraId="23511531" w14:textId="77777777" w:rsidR="0085747A" w:rsidRPr="00DF3C51" w:rsidRDefault="0085747A" w:rsidP="009C54AE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6FC39C5D" w14:textId="77777777" w:rsidR="0004343B" w:rsidRPr="009C54AE" w:rsidRDefault="0004343B" w:rsidP="000434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E52849C" w14:textId="77777777" w:rsidR="0004343B" w:rsidRPr="009C54AE" w:rsidRDefault="0004343B" w:rsidP="0004343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EB63301" w14:textId="77777777" w:rsidR="0004343B" w:rsidRPr="009C54AE" w:rsidRDefault="0004343B" w:rsidP="0004343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343B" w:rsidRPr="009C54AE" w14:paraId="6E739A51" w14:textId="77777777" w:rsidTr="00770467">
        <w:tc>
          <w:tcPr>
            <w:tcW w:w="9639" w:type="dxa"/>
          </w:tcPr>
          <w:p w14:paraId="2ECFA181" w14:textId="77777777" w:rsidR="0004343B" w:rsidRPr="009C54AE" w:rsidRDefault="0004343B" w:rsidP="007704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343B" w:rsidRPr="009C54AE" w14:paraId="23E64AB8" w14:textId="77777777" w:rsidTr="00770467">
        <w:tc>
          <w:tcPr>
            <w:tcW w:w="9639" w:type="dxa"/>
          </w:tcPr>
          <w:p w14:paraId="63F40810" w14:textId="77777777" w:rsidR="0004343B" w:rsidRPr="009C54AE" w:rsidRDefault="0004343B" w:rsidP="007704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04343B" w:rsidRPr="009C54AE" w14:paraId="62228ED3" w14:textId="77777777" w:rsidTr="00770467">
        <w:tc>
          <w:tcPr>
            <w:tcW w:w="9639" w:type="dxa"/>
          </w:tcPr>
          <w:p w14:paraId="54CD46D0" w14:textId="77777777" w:rsidR="0004343B" w:rsidRPr="009C54AE" w:rsidRDefault="0004343B" w:rsidP="007704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04343B" w:rsidRPr="009C54AE" w14:paraId="179897BB" w14:textId="77777777" w:rsidTr="00770467">
        <w:tc>
          <w:tcPr>
            <w:tcW w:w="9639" w:type="dxa"/>
          </w:tcPr>
          <w:p w14:paraId="62CE18C1" w14:textId="77777777" w:rsidR="0004343B" w:rsidRPr="009C54AE" w:rsidRDefault="0004343B" w:rsidP="007704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4019ED3" w14:textId="77777777" w:rsidR="0004343B" w:rsidRPr="009C54AE" w:rsidRDefault="0004343B" w:rsidP="0004343B">
      <w:pPr>
        <w:spacing w:after="0" w:line="240" w:lineRule="auto"/>
        <w:rPr>
          <w:rFonts w:ascii="Corbel" w:hAnsi="Corbel"/>
          <w:sz w:val="24"/>
          <w:szCs w:val="24"/>
        </w:rPr>
      </w:pPr>
    </w:p>
    <w:p w14:paraId="5D36DFD7" w14:textId="77777777" w:rsidR="0004343B" w:rsidRPr="009C54AE" w:rsidRDefault="0004343B" w:rsidP="0004343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D36171F" w14:textId="77777777" w:rsidR="0004343B" w:rsidRPr="009C54AE" w:rsidRDefault="0004343B" w:rsidP="0004343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4343B" w14:paraId="7ABADE21" w14:textId="77777777" w:rsidTr="00230005">
        <w:tc>
          <w:tcPr>
            <w:tcW w:w="9520" w:type="dxa"/>
          </w:tcPr>
          <w:p w14:paraId="04278235" w14:textId="77777777" w:rsidR="0085747A" w:rsidRPr="0004343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Treści merytoryczne</w:t>
            </w:r>
          </w:p>
        </w:tc>
      </w:tr>
      <w:tr w:rsidR="00F54193" w:rsidRPr="0004343B" w14:paraId="0B4F2DBA" w14:textId="77777777" w:rsidTr="00230005">
        <w:tc>
          <w:tcPr>
            <w:tcW w:w="9520" w:type="dxa"/>
          </w:tcPr>
          <w:p w14:paraId="6DE87EA3" w14:textId="1763D8ED" w:rsidR="00F54193" w:rsidRPr="0004343B" w:rsidRDefault="00002CD1" w:rsidP="00C3035E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 xml:space="preserve">Wprowadzenia w problematykę konserwatorium, </w:t>
            </w:r>
            <w:r w:rsidR="00230005" w:rsidRPr="0004343B">
              <w:rPr>
                <w:rFonts w:ascii="Corbel" w:hAnsi="Corbel" w:cs="Segoe UI"/>
                <w:sz w:val="24"/>
                <w:szCs w:val="24"/>
              </w:rPr>
              <w:t xml:space="preserve">omówienie </w:t>
            </w:r>
            <w:r w:rsidRPr="0004343B">
              <w:rPr>
                <w:rFonts w:ascii="Corbel" w:hAnsi="Corbel" w:cs="Segoe UI"/>
                <w:sz w:val="24"/>
                <w:szCs w:val="24"/>
              </w:rPr>
              <w:t>podstawow</w:t>
            </w:r>
            <w:r w:rsidR="00230005" w:rsidRPr="0004343B">
              <w:rPr>
                <w:rFonts w:ascii="Corbel" w:hAnsi="Corbel" w:cs="Segoe UI"/>
                <w:sz w:val="24"/>
                <w:szCs w:val="24"/>
              </w:rPr>
              <w:t>ych</w:t>
            </w:r>
            <w:r w:rsidRPr="0004343B">
              <w:rPr>
                <w:rFonts w:ascii="Corbel" w:hAnsi="Corbel" w:cs="Segoe UI"/>
                <w:sz w:val="24"/>
                <w:szCs w:val="24"/>
              </w:rPr>
              <w:t xml:space="preserve"> poję</w:t>
            </w:r>
            <w:r w:rsidR="00230005" w:rsidRPr="0004343B">
              <w:rPr>
                <w:rFonts w:ascii="Corbel" w:hAnsi="Corbel" w:cs="Segoe UI"/>
                <w:sz w:val="24"/>
                <w:szCs w:val="24"/>
              </w:rPr>
              <w:t xml:space="preserve">ć </w:t>
            </w:r>
          </w:p>
        </w:tc>
      </w:tr>
      <w:tr w:rsidR="00F54193" w:rsidRPr="0004343B" w14:paraId="66EA5B10" w14:textId="77777777" w:rsidTr="00230005">
        <w:tc>
          <w:tcPr>
            <w:tcW w:w="9520" w:type="dxa"/>
          </w:tcPr>
          <w:p w14:paraId="7799EB72" w14:textId="23631576" w:rsidR="00F54193" w:rsidRPr="0004343B" w:rsidRDefault="0084460F" w:rsidP="00C3035E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Prawne i społeczne aspekty bezpieczeństwa informatycznego</w:t>
            </w:r>
          </w:p>
        </w:tc>
      </w:tr>
      <w:tr w:rsidR="00F54193" w:rsidRPr="0004343B" w14:paraId="701F75F3" w14:textId="77777777" w:rsidTr="00230005">
        <w:tc>
          <w:tcPr>
            <w:tcW w:w="9520" w:type="dxa"/>
          </w:tcPr>
          <w:p w14:paraId="47B46F52" w14:textId="60D66D79" w:rsidR="00F54193" w:rsidRPr="0004343B" w:rsidRDefault="0084460F" w:rsidP="00C3035E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Bezpieczeństwo w sieciach teleinformatycznych</w:t>
            </w:r>
          </w:p>
        </w:tc>
      </w:tr>
      <w:tr w:rsidR="00F54193" w:rsidRPr="0004343B" w14:paraId="5FC2D557" w14:textId="77777777" w:rsidTr="00230005">
        <w:tc>
          <w:tcPr>
            <w:tcW w:w="9520" w:type="dxa"/>
          </w:tcPr>
          <w:p w14:paraId="01FCF154" w14:textId="12005812" w:rsidR="00F54193" w:rsidRPr="0004343B" w:rsidRDefault="0084460F" w:rsidP="00C3035E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Administrowanie i zarządzanie systemami bezpieczeństwa informatycznego</w:t>
            </w:r>
          </w:p>
        </w:tc>
      </w:tr>
      <w:tr w:rsidR="00F54193" w:rsidRPr="0004343B" w14:paraId="41FDDDB6" w14:textId="77777777" w:rsidTr="00230005">
        <w:tc>
          <w:tcPr>
            <w:tcW w:w="9520" w:type="dxa"/>
          </w:tcPr>
          <w:p w14:paraId="507F62CB" w14:textId="7ED9CBF9" w:rsidR="00F54193" w:rsidRPr="0004343B" w:rsidRDefault="003920EA" w:rsidP="00C3035E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Ochrona danych w chmurze</w:t>
            </w:r>
          </w:p>
        </w:tc>
      </w:tr>
      <w:tr w:rsidR="00F54193" w:rsidRPr="0004343B" w14:paraId="0E448062" w14:textId="77777777" w:rsidTr="00230005">
        <w:tc>
          <w:tcPr>
            <w:tcW w:w="9520" w:type="dxa"/>
          </w:tcPr>
          <w:p w14:paraId="432F7266" w14:textId="2DC424B3" w:rsidR="00F54193" w:rsidRPr="0004343B" w:rsidRDefault="00230005" w:rsidP="00C3035E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System zabezpieczeń i jego składniki</w:t>
            </w:r>
          </w:p>
        </w:tc>
      </w:tr>
      <w:tr w:rsidR="00F54193" w:rsidRPr="0004343B" w14:paraId="4D9829EF" w14:textId="77777777" w:rsidTr="00230005">
        <w:tc>
          <w:tcPr>
            <w:tcW w:w="9520" w:type="dxa"/>
          </w:tcPr>
          <w:p w14:paraId="74FDF475" w14:textId="3FED599F" w:rsidR="00F54193" w:rsidRPr="0004343B" w:rsidRDefault="00230005" w:rsidP="00C3035E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Metody oceny skuteczności zabezpieczeń</w:t>
            </w:r>
          </w:p>
        </w:tc>
      </w:tr>
      <w:tr w:rsidR="00230005" w:rsidRPr="0004343B" w14:paraId="0F34B9C7" w14:textId="77777777" w:rsidTr="00230005">
        <w:tc>
          <w:tcPr>
            <w:tcW w:w="9520" w:type="dxa"/>
          </w:tcPr>
          <w:p w14:paraId="618D925C" w14:textId="7770F823" w:rsidR="00230005" w:rsidRPr="0004343B" w:rsidRDefault="00230005" w:rsidP="00230005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Projektowanie polityk</w:t>
            </w:r>
            <w:r w:rsidR="0036648C" w:rsidRPr="0004343B">
              <w:rPr>
                <w:rFonts w:ascii="Corbel" w:hAnsi="Corbel" w:cs="Segoe UI"/>
                <w:sz w:val="24"/>
                <w:szCs w:val="24"/>
              </w:rPr>
              <w:t>i</w:t>
            </w:r>
            <w:r w:rsidRPr="0004343B">
              <w:rPr>
                <w:rFonts w:ascii="Corbel" w:hAnsi="Corbel" w:cs="Segoe UI"/>
                <w:sz w:val="24"/>
                <w:szCs w:val="24"/>
              </w:rPr>
              <w:t xml:space="preserve"> bezpieczeństwa </w:t>
            </w:r>
            <w:r w:rsidR="004E2638" w:rsidRPr="0004343B">
              <w:rPr>
                <w:rFonts w:ascii="Corbel" w:hAnsi="Corbel" w:cs="Segoe UI"/>
                <w:sz w:val="24"/>
                <w:szCs w:val="24"/>
              </w:rPr>
              <w:t>informacji</w:t>
            </w:r>
          </w:p>
        </w:tc>
      </w:tr>
      <w:tr w:rsidR="00230005" w:rsidRPr="0004343B" w14:paraId="2E072139" w14:textId="77777777" w:rsidTr="00230005">
        <w:tc>
          <w:tcPr>
            <w:tcW w:w="9520" w:type="dxa"/>
          </w:tcPr>
          <w:p w14:paraId="74C7BF69" w14:textId="66F83CFA" w:rsidR="00230005" w:rsidRPr="0004343B" w:rsidRDefault="00230005" w:rsidP="00230005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Procedury bezpieczeństwa informatycznego</w:t>
            </w:r>
          </w:p>
        </w:tc>
      </w:tr>
    </w:tbl>
    <w:p w14:paraId="629247C5" w14:textId="77777777" w:rsidR="0085747A" w:rsidRPr="00DF3C51" w:rsidRDefault="0085747A" w:rsidP="009C54AE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219D3569" w14:textId="77777777" w:rsidR="0085747A" w:rsidRPr="00DF3C51" w:rsidRDefault="009F4610" w:rsidP="009C54AE">
      <w:pPr>
        <w:pStyle w:val="Punktygwne"/>
        <w:spacing w:before="0" w:after="0"/>
        <w:ind w:left="426"/>
        <w:rPr>
          <w:rFonts w:ascii="Corbel" w:hAnsi="Corbel" w:cs="Segoe UI"/>
          <w:b w:val="0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3.4</w:t>
      </w:r>
      <w:r w:rsidR="00573183" w:rsidRPr="00DF3C51">
        <w:rPr>
          <w:rFonts w:ascii="Corbel" w:hAnsi="Corbel" w:cs="Segoe UI"/>
          <w:smallCaps w:val="0"/>
          <w:szCs w:val="24"/>
        </w:rPr>
        <w:t>.</w:t>
      </w:r>
      <w:r w:rsidRPr="00DF3C51">
        <w:rPr>
          <w:rFonts w:ascii="Corbel" w:hAnsi="Corbel" w:cs="Segoe UI"/>
          <w:smallCaps w:val="0"/>
          <w:szCs w:val="24"/>
        </w:rPr>
        <w:t xml:space="preserve"> Metody dydaktyczne</w:t>
      </w:r>
    </w:p>
    <w:p w14:paraId="2716BD96" w14:textId="77777777" w:rsidR="00F54193" w:rsidRPr="00DF3C51" w:rsidRDefault="00F54193" w:rsidP="009C54AE">
      <w:pPr>
        <w:pStyle w:val="Punktygwne"/>
        <w:spacing w:before="0" w:after="0"/>
        <w:jc w:val="both"/>
        <w:rPr>
          <w:rFonts w:ascii="Corbel" w:hAnsi="Corbel" w:cs="Segoe UI"/>
          <w:sz w:val="20"/>
          <w:szCs w:val="20"/>
        </w:rPr>
      </w:pPr>
    </w:p>
    <w:p w14:paraId="2E73DF10" w14:textId="77777777" w:rsidR="00F54193" w:rsidRPr="00DF3C51" w:rsidRDefault="00F54193" w:rsidP="00F5419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wykład konwersatoryjny z elementami wykładu problemowego;</w:t>
      </w:r>
    </w:p>
    <w:p w14:paraId="2E412BCD" w14:textId="1C6C8687" w:rsidR="00F54193" w:rsidRPr="00DF3C51" w:rsidRDefault="00F54193" w:rsidP="00F5419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dyskusja dydaktyczna w formie okrągłego stołu</w:t>
      </w:r>
      <w:r w:rsidR="00AA60F8" w:rsidRPr="00DF3C51">
        <w:rPr>
          <w:rFonts w:ascii="Corbel" w:eastAsia="Cambria" w:hAnsi="Corbel" w:cs="Segoe UI"/>
        </w:rPr>
        <w:t>;</w:t>
      </w:r>
    </w:p>
    <w:p w14:paraId="153A19CA" w14:textId="77777777" w:rsidR="00F54193" w:rsidRPr="00DF3C51" w:rsidRDefault="00F54193" w:rsidP="00F5419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prelekcja;</w:t>
      </w:r>
    </w:p>
    <w:p w14:paraId="70FC0457" w14:textId="333522C2" w:rsidR="00F54193" w:rsidRPr="00DF3C51" w:rsidRDefault="00F54193" w:rsidP="00F5419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ekspozycja;</w:t>
      </w:r>
    </w:p>
    <w:p w14:paraId="188337C9" w14:textId="6A5C6FAA" w:rsidR="009B001E" w:rsidRPr="00DF3C51" w:rsidRDefault="009B001E" w:rsidP="00F5419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samokształcenie;</w:t>
      </w:r>
    </w:p>
    <w:p w14:paraId="0F3F7305" w14:textId="77777777" w:rsidR="0085747A" w:rsidRPr="00DF3C51" w:rsidRDefault="0085747A" w:rsidP="009C54AE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2EE85BE8" w14:textId="77777777" w:rsidR="0085747A" w:rsidRPr="00DF3C5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 xml:space="preserve">4. </w:t>
      </w:r>
      <w:r w:rsidR="0085747A" w:rsidRPr="00DF3C51">
        <w:rPr>
          <w:rFonts w:ascii="Corbel" w:hAnsi="Corbel" w:cs="Segoe UI"/>
          <w:smallCaps w:val="0"/>
          <w:szCs w:val="24"/>
        </w:rPr>
        <w:t>METODY I KRYTERIA OCENY</w:t>
      </w:r>
    </w:p>
    <w:p w14:paraId="362ADFBB" w14:textId="77777777" w:rsidR="00AA60F8" w:rsidRPr="00DF3C51" w:rsidRDefault="00AA60F8" w:rsidP="009C54AE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</w:p>
    <w:p w14:paraId="4F0C0B7B" w14:textId="77777777" w:rsidR="0085747A" w:rsidRPr="00DF3C51" w:rsidRDefault="0085747A" w:rsidP="009C54AE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4.1</w:t>
      </w:r>
      <w:r w:rsidR="00573183" w:rsidRPr="00DF3C51">
        <w:rPr>
          <w:rFonts w:ascii="Corbel" w:hAnsi="Corbel" w:cs="Segoe UI"/>
          <w:smallCaps w:val="0"/>
          <w:szCs w:val="24"/>
        </w:rPr>
        <w:t>.</w:t>
      </w:r>
      <w:r w:rsidRPr="00DF3C51">
        <w:rPr>
          <w:rFonts w:ascii="Corbel" w:hAnsi="Corbel" w:cs="Segoe UI"/>
          <w:smallCaps w:val="0"/>
          <w:szCs w:val="24"/>
        </w:rPr>
        <w:t xml:space="preserve"> Sposoby weryfikacji efektów </w:t>
      </w:r>
      <w:r w:rsidR="00C05F44" w:rsidRPr="00DF3C51">
        <w:rPr>
          <w:rFonts w:ascii="Corbel" w:hAnsi="Corbel" w:cs="Segoe UI"/>
          <w:smallCaps w:val="0"/>
          <w:szCs w:val="24"/>
        </w:rPr>
        <w:t>uczenia się</w:t>
      </w:r>
    </w:p>
    <w:p w14:paraId="1C214281" w14:textId="77777777" w:rsidR="00A01D3C" w:rsidRPr="00DF3C51" w:rsidRDefault="00A01D3C" w:rsidP="009C54AE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573183" w:rsidRPr="0004343B" w14:paraId="2F5F99FD" w14:textId="77777777" w:rsidTr="006A1396">
        <w:tc>
          <w:tcPr>
            <w:tcW w:w="1985" w:type="dxa"/>
            <w:vAlign w:val="center"/>
          </w:tcPr>
          <w:p w14:paraId="43011A04" w14:textId="77777777" w:rsidR="00573183" w:rsidRPr="0004343B" w:rsidRDefault="00573183" w:rsidP="006A139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C4FEC6A" w14:textId="77777777" w:rsidR="00573183" w:rsidRPr="0004343B" w:rsidRDefault="00573183" w:rsidP="006A139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2D53A2" w14:textId="77777777" w:rsidR="00573183" w:rsidRPr="0004343B" w:rsidRDefault="00573183" w:rsidP="006A139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2EE3F61" w14:textId="77777777" w:rsidR="00573183" w:rsidRPr="0004343B" w:rsidRDefault="00573183" w:rsidP="006A139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 xml:space="preserve">Forma zajęć dydaktycznych </w:t>
            </w:r>
          </w:p>
          <w:p w14:paraId="09021155" w14:textId="77777777" w:rsidR="00573183" w:rsidRPr="0004343B" w:rsidRDefault="00573183" w:rsidP="006A139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ćw</w:t>
            </w:r>
            <w:proofErr w:type="spellEnd"/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, …)</w:t>
            </w:r>
          </w:p>
        </w:tc>
      </w:tr>
      <w:tr w:rsidR="00573183" w:rsidRPr="0004343B" w14:paraId="2980A4FF" w14:textId="77777777" w:rsidTr="006A1396">
        <w:tc>
          <w:tcPr>
            <w:tcW w:w="1985" w:type="dxa"/>
          </w:tcPr>
          <w:p w14:paraId="01A33A8C" w14:textId="77777777" w:rsidR="00573183" w:rsidRPr="0004343B" w:rsidRDefault="00573183" w:rsidP="006A139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proofErr w:type="spellStart"/>
            <w:r w:rsidRPr="0004343B">
              <w:rPr>
                <w:rFonts w:ascii="Corbel" w:hAnsi="Corbel" w:cs="Segoe UI"/>
                <w:b w:val="0"/>
                <w:szCs w:val="24"/>
              </w:rPr>
              <w:t>ek</w:t>
            </w:r>
            <w:proofErr w:type="spellEnd"/>
            <w:r w:rsidRPr="0004343B">
              <w:rPr>
                <w:rFonts w:ascii="Corbel" w:hAnsi="Corbel" w:cs="Segoe U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E09C790" w14:textId="7687020B" w:rsidR="00573183" w:rsidRPr="0004343B" w:rsidRDefault="00573183" w:rsidP="00667F58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- </w:t>
            </w:r>
            <w:r w:rsidR="009779D0" w:rsidRPr="0004343B">
              <w:rPr>
                <w:rFonts w:ascii="Corbel" w:eastAsia="Cambria" w:hAnsi="Corbel" w:cs="Segoe UI"/>
                <w:sz w:val="24"/>
                <w:szCs w:val="24"/>
              </w:rPr>
              <w:t>dyskusja dydaktyczna,</w:t>
            </w:r>
            <w:r w:rsidR="009779D0"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="009779D0"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6" w:type="dxa"/>
          </w:tcPr>
          <w:p w14:paraId="0839D870" w14:textId="77777777" w:rsidR="00573183" w:rsidRPr="0004343B" w:rsidRDefault="00573183" w:rsidP="006A139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14:paraId="2E310459" w14:textId="77777777" w:rsidR="00573183" w:rsidRPr="0004343B" w:rsidRDefault="00573183" w:rsidP="006A1396">
            <w:pPr>
              <w:pStyle w:val="Punktygwne"/>
              <w:spacing w:before="0" w:after="0"/>
              <w:rPr>
                <w:rFonts w:ascii="Corbel" w:hAnsi="Corbel" w:cs="Segoe UI"/>
                <w:b w:val="0"/>
                <w:szCs w:val="24"/>
              </w:rPr>
            </w:pPr>
          </w:p>
        </w:tc>
      </w:tr>
      <w:tr w:rsidR="00573183" w:rsidRPr="0004343B" w14:paraId="20540195" w14:textId="77777777" w:rsidTr="006A1396">
        <w:tc>
          <w:tcPr>
            <w:tcW w:w="1985" w:type="dxa"/>
          </w:tcPr>
          <w:p w14:paraId="47469C3C" w14:textId="77777777" w:rsidR="00573183" w:rsidRPr="0004343B" w:rsidRDefault="00573183" w:rsidP="006A139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AE47C37" w14:textId="77777777" w:rsidR="00573183" w:rsidRPr="0004343B" w:rsidRDefault="00573183" w:rsidP="006A1396">
            <w:pPr>
              <w:spacing w:after="0" w:line="20" w:lineRule="atLeast"/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- </w:t>
            </w:r>
            <w:r w:rsidR="009779D0" w:rsidRPr="0004343B">
              <w:rPr>
                <w:rFonts w:ascii="Corbel" w:eastAsia="Cambria" w:hAnsi="Corbel" w:cs="Segoe UI"/>
                <w:sz w:val="24"/>
                <w:szCs w:val="24"/>
              </w:rPr>
              <w:t>dyskusja dydaktyczna,</w:t>
            </w:r>
            <w:r w:rsidR="009779D0"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="009779D0"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6" w:type="dxa"/>
          </w:tcPr>
          <w:p w14:paraId="2A7E42B1" w14:textId="77777777" w:rsidR="00573183" w:rsidRPr="0004343B" w:rsidRDefault="00573183" w:rsidP="006A139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14:paraId="48D14BC1" w14:textId="77777777" w:rsidR="00573183" w:rsidRPr="0004343B" w:rsidRDefault="00573183" w:rsidP="006A1396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="00573183" w:rsidRPr="0004343B" w14:paraId="782BFD1F" w14:textId="77777777" w:rsidTr="006A1396">
        <w:tc>
          <w:tcPr>
            <w:tcW w:w="1985" w:type="dxa"/>
          </w:tcPr>
          <w:p w14:paraId="51CD7C22" w14:textId="77777777" w:rsidR="00573183" w:rsidRPr="0004343B" w:rsidRDefault="00573183" w:rsidP="006A139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31FF75F" w14:textId="77777777" w:rsidR="00573183" w:rsidRPr="0004343B" w:rsidRDefault="00573183" w:rsidP="006A139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- </w:t>
            </w:r>
            <w:r w:rsidR="009779D0" w:rsidRPr="0004343B">
              <w:rPr>
                <w:rFonts w:ascii="Corbel" w:eastAsia="Cambria" w:hAnsi="Corbel" w:cs="Segoe UI"/>
                <w:sz w:val="24"/>
                <w:szCs w:val="24"/>
              </w:rPr>
              <w:t>dyskusja dydaktyczna,</w:t>
            </w:r>
            <w:r w:rsidR="009779D0"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="009779D0"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0C61DB3F" w14:textId="77777777" w:rsidR="00573183" w:rsidRPr="0004343B" w:rsidRDefault="00573183" w:rsidP="006A139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 xml:space="preserve"> - obserwacja;</w:t>
            </w:r>
          </w:p>
        </w:tc>
        <w:tc>
          <w:tcPr>
            <w:tcW w:w="2126" w:type="dxa"/>
          </w:tcPr>
          <w:p w14:paraId="2124AA4C" w14:textId="77777777" w:rsidR="00573183" w:rsidRPr="0004343B" w:rsidRDefault="00573183" w:rsidP="006A139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14:paraId="16A5F81C" w14:textId="77777777" w:rsidR="00573183" w:rsidRPr="0004343B" w:rsidRDefault="00573183" w:rsidP="006A1396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="00573183" w:rsidRPr="0004343B" w14:paraId="5E8343BE" w14:textId="77777777" w:rsidTr="006A1396">
        <w:tc>
          <w:tcPr>
            <w:tcW w:w="1985" w:type="dxa"/>
          </w:tcPr>
          <w:p w14:paraId="4A9A7BE2" w14:textId="77777777" w:rsidR="00573183" w:rsidRPr="0004343B" w:rsidRDefault="00573183" w:rsidP="006A139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38F5D0D" w14:textId="77777777" w:rsidR="00573183" w:rsidRPr="0004343B" w:rsidRDefault="00573183" w:rsidP="006A139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- </w:t>
            </w:r>
            <w:r w:rsidR="009779D0" w:rsidRPr="0004343B">
              <w:rPr>
                <w:rFonts w:ascii="Corbel" w:eastAsia="Cambria" w:hAnsi="Corbel" w:cs="Segoe UI"/>
                <w:sz w:val="24"/>
                <w:szCs w:val="24"/>
              </w:rPr>
              <w:t>dyskusja dydaktyczna,</w:t>
            </w:r>
            <w:r w:rsidR="009779D0"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="009779D0"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4DF18E4B" w14:textId="77777777" w:rsidR="00573183" w:rsidRPr="0004343B" w:rsidRDefault="00573183" w:rsidP="006A139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- obserwacja;</w:t>
            </w:r>
          </w:p>
        </w:tc>
        <w:tc>
          <w:tcPr>
            <w:tcW w:w="2126" w:type="dxa"/>
          </w:tcPr>
          <w:p w14:paraId="46ECB387" w14:textId="77777777" w:rsidR="00573183" w:rsidRPr="0004343B" w:rsidRDefault="00573183" w:rsidP="006A139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14:paraId="01B02B8C" w14:textId="77777777" w:rsidR="00573183" w:rsidRPr="0004343B" w:rsidRDefault="00573183" w:rsidP="006A139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</w:p>
        </w:tc>
      </w:tr>
      <w:tr w:rsidR="00573183" w:rsidRPr="0004343B" w14:paraId="33ABA83B" w14:textId="77777777" w:rsidTr="006A1396">
        <w:tc>
          <w:tcPr>
            <w:tcW w:w="1985" w:type="dxa"/>
          </w:tcPr>
          <w:p w14:paraId="6CCABE78" w14:textId="77777777" w:rsidR="00573183" w:rsidRPr="0004343B" w:rsidRDefault="00573183" w:rsidP="006A139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8F9E865" w14:textId="77777777" w:rsidR="00573183" w:rsidRPr="0004343B" w:rsidRDefault="00573183" w:rsidP="006A139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- </w:t>
            </w:r>
            <w:r w:rsidR="009779D0" w:rsidRPr="0004343B">
              <w:rPr>
                <w:rFonts w:ascii="Corbel" w:eastAsia="Cambria" w:hAnsi="Corbel" w:cs="Segoe UI"/>
                <w:sz w:val="24"/>
                <w:szCs w:val="24"/>
              </w:rPr>
              <w:t>dyskusja dydaktyczna,</w:t>
            </w:r>
            <w:r w:rsidR="009779D0"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="009779D0"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66554C9F" w14:textId="77777777" w:rsidR="00573183" w:rsidRPr="0004343B" w:rsidRDefault="00573183" w:rsidP="006A139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lastRenderedPageBreak/>
              <w:t>- obserwacja;</w:t>
            </w:r>
          </w:p>
        </w:tc>
        <w:tc>
          <w:tcPr>
            <w:tcW w:w="2126" w:type="dxa"/>
          </w:tcPr>
          <w:p w14:paraId="7169591C" w14:textId="77777777" w:rsidR="00573183" w:rsidRPr="0004343B" w:rsidRDefault="00573183" w:rsidP="006A139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lastRenderedPageBreak/>
              <w:t>- konwersatorium;</w:t>
            </w:r>
          </w:p>
          <w:p w14:paraId="718C6FD8" w14:textId="77777777" w:rsidR="00573183" w:rsidRPr="0004343B" w:rsidRDefault="00573183" w:rsidP="006A139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</w:p>
        </w:tc>
      </w:tr>
    </w:tbl>
    <w:p w14:paraId="5B61B586" w14:textId="77777777" w:rsidR="00A01D3C" w:rsidRPr="00DF3C51" w:rsidRDefault="00A01D3C" w:rsidP="009C54AE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4E7DCA91" w14:textId="77777777" w:rsidR="0085747A" w:rsidRPr="00DF3C51" w:rsidRDefault="003E1941" w:rsidP="009C54AE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4.2</w:t>
      </w:r>
      <w:r w:rsidR="00573183" w:rsidRPr="00DF3C51">
        <w:rPr>
          <w:rFonts w:ascii="Corbel" w:hAnsi="Corbel" w:cs="Segoe UI"/>
          <w:smallCaps w:val="0"/>
          <w:szCs w:val="24"/>
        </w:rPr>
        <w:t>.</w:t>
      </w:r>
      <w:r w:rsidRPr="00DF3C51">
        <w:rPr>
          <w:rFonts w:ascii="Corbel" w:hAnsi="Corbel" w:cs="Segoe UI"/>
          <w:smallCaps w:val="0"/>
          <w:szCs w:val="24"/>
        </w:rPr>
        <w:t xml:space="preserve"> </w:t>
      </w:r>
      <w:r w:rsidR="0085747A" w:rsidRPr="00DF3C51">
        <w:rPr>
          <w:rFonts w:ascii="Corbel" w:hAnsi="Corbel" w:cs="Segoe UI"/>
          <w:smallCaps w:val="0"/>
          <w:szCs w:val="24"/>
        </w:rPr>
        <w:t>Warunki zaliczenia przedmiotu (kryteria oceniania)</w:t>
      </w:r>
    </w:p>
    <w:p w14:paraId="4AD1044D" w14:textId="77777777" w:rsidR="00923D7D" w:rsidRPr="00DF3C51" w:rsidRDefault="00923D7D" w:rsidP="009C54AE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4343B" w14:paraId="52712BD3" w14:textId="77777777" w:rsidTr="00923D7D">
        <w:tc>
          <w:tcPr>
            <w:tcW w:w="9670" w:type="dxa"/>
          </w:tcPr>
          <w:p w14:paraId="796CCA01" w14:textId="5D8E7B74" w:rsidR="0004343B" w:rsidRDefault="00540C80" w:rsidP="0004343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4343B">
              <w:rPr>
                <w:rFonts w:ascii="Corbel" w:hAnsi="Corbel"/>
                <w:sz w:val="24"/>
                <w:szCs w:val="24"/>
              </w:rPr>
              <w:t>Metody oceniania: W trakcie konwersatorium prowadzący pełni funkcje mentorskie i ocenia przygotowanie, wypowiedź i udział w dyskusji. Kryteria oceniania: Studenci uczestniczący w zajęciach poddani są ocenianiu bieżącemu, którego elementami są: obecność, aktywny udział w zajęciach (wygłaszanie prezentacji na tematy wskazane przez prowadzącego) oraz aktywny udział w dyskusji.</w:t>
            </w:r>
            <w:r w:rsidR="0004343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C0477B4" w14:textId="5C9D70DB" w:rsidR="0085747A" w:rsidRPr="0004343B" w:rsidRDefault="00670628" w:rsidP="0004343B">
            <w:pPr>
              <w:jc w:val="both"/>
              <w:rPr>
                <w:rFonts w:ascii="Corbel" w:hAnsi="Corbel" w:cs="Segoe UI"/>
                <w:b/>
                <w:bCs/>
                <w:color w:val="FF0000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Kryteria oceny: zakres kompletności wiedzy, wysoka umiejętność kojarzenia faktów, zdolność uzupełniania i aktualizowania posiadanych informacji;</w:t>
            </w:r>
            <w:r w:rsidR="0004343B">
              <w:rPr>
                <w:rFonts w:ascii="Corbel" w:eastAsia="Cambria" w:hAnsi="Corbel" w:cs="Segoe UI"/>
                <w:sz w:val="24"/>
                <w:szCs w:val="24"/>
              </w:rPr>
              <w:t xml:space="preserve"> </w:t>
            </w:r>
            <w:r w:rsidR="00521AE1" w:rsidRPr="0004343B">
              <w:rPr>
                <w:rFonts w:ascii="Corbel" w:eastAsia="Cambria" w:hAnsi="Corbel" w:cs="Segoe UI"/>
                <w:bCs/>
                <w:sz w:val="24"/>
                <w:szCs w:val="24"/>
              </w:rPr>
              <w:t xml:space="preserve">(uwaga: </w:t>
            </w:r>
            <w:r w:rsidR="00047760" w:rsidRPr="0004343B">
              <w:rPr>
                <w:rFonts w:ascii="Corbel" w:eastAsia="Cambria" w:hAnsi="Corbel" w:cs="Segoe UI"/>
                <w:bCs/>
                <w:sz w:val="24"/>
                <w:szCs w:val="24"/>
              </w:rPr>
              <w:t>w przypadku zarządzenia właściwych organów trybu zajęć w formie online zaliczenie będzie miało formę ustną w tym trybie</w:t>
            </w:r>
            <w:r w:rsidR="00521AE1" w:rsidRPr="0004343B">
              <w:rPr>
                <w:rFonts w:ascii="Corbel" w:eastAsia="Cambria" w:hAnsi="Corbel" w:cs="Segoe UI"/>
                <w:bCs/>
                <w:sz w:val="24"/>
                <w:szCs w:val="24"/>
              </w:rPr>
              <w:t>).</w:t>
            </w:r>
          </w:p>
        </w:tc>
      </w:tr>
    </w:tbl>
    <w:p w14:paraId="5AAB2C2C" w14:textId="77777777" w:rsidR="00670628" w:rsidRPr="00DF3C51" w:rsidRDefault="00670628" w:rsidP="009C54AE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73CA6AC0" w14:textId="77777777" w:rsidR="009F4610" w:rsidRPr="00DF3C51" w:rsidRDefault="0085747A" w:rsidP="009C54AE">
      <w:pPr>
        <w:pStyle w:val="Bezodstpw"/>
        <w:ind w:left="284" w:hanging="284"/>
        <w:jc w:val="both"/>
        <w:rPr>
          <w:rFonts w:ascii="Corbel" w:hAnsi="Corbel" w:cs="Segoe UI"/>
          <w:b/>
          <w:sz w:val="24"/>
          <w:szCs w:val="24"/>
        </w:rPr>
      </w:pPr>
      <w:r w:rsidRPr="00DF3C51">
        <w:rPr>
          <w:rFonts w:ascii="Corbel" w:hAnsi="Corbel" w:cs="Segoe UI"/>
          <w:b/>
          <w:sz w:val="24"/>
          <w:szCs w:val="24"/>
        </w:rPr>
        <w:t xml:space="preserve">5. </w:t>
      </w:r>
      <w:r w:rsidR="00C61DC5" w:rsidRPr="00DF3C51">
        <w:rPr>
          <w:rFonts w:ascii="Corbel" w:hAnsi="Corbel" w:cs="Segoe U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6E2EA1" w14:textId="77777777" w:rsidR="0085747A" w:rsidRPr="00DF3C51" w:rsidRDefault="0085747A" w:rsidP="009C54AE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F3C51" w14:paraId="652BC8B8" w14:textId="77777777" w:rsidTr="003E1941">
        <w:tc>
          <w:tcPr>
            <w:tcW w:w="4962" w:type="dxa"/>
            <w:vAlign w:val="center"/>
          </w:tcPr>
          <w:p w14:paraId="18FF991A" w14:textId="77777777" w:rsidR="0085747A" w:rsidRPr="00DF3C5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DF3C51">
              <w:rPr>
                <w:rFonts w:ascii="Corbel" w:hAnsi="Corbel" w:cs="Segoe UI"/>
                <w:b/>
                <w:sz w:val="24"/>
                <w:szCs w:val="24"/>
              </w:rPr>
              <w:t>Forma a</w:t>
            </w:r>
            <w:r w:rsidR="0085747A" w:rsidRPr="00DF3C51">
              <w:rPr>
                <w:rFonts w:ascii="Corbel" w:hAnsi="Corbel" w:cs="Segoe UI"/>
                <w:b/>
                <w:sz w:val="24"/>
                <w:szCs w:val="24"/>
              </w:rPr>
              <w:t>ktywnoś</w:t>
            </w:r>
            <w:r w:rsidRPr="00DF3C51">
              <w:rPr>
                <w:rFonts w:ascii="Corbel" w:hAnsi="Corbel" w:cs="Segoe UI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0A14048" w14:textId="77777777" w:rsidR="0085747A" w:rsidRPr="00DF3C5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DF3C51">
              <w:rPr>
                <w:rFonts w:ascii="Corbel" w:hAnsi="Corbel" w:cs="Segoe UI"/>
                <w:b/>
                <w:sz w:val="24"/>
                <w:szCs w:val="24"/>
              </w:rPr>
              <w:t>Średnia l</w:t>
            </w:r>
            <w:r w:rsidR="0085747A" w:rsidRPr="00DF3C51">
              <w:rPr>
                <w:rFonts w:ascii="Corbel" w:hAnsi="Corbel" w:cs="Segoe UI"/>
                <w:b/>
                <w:sz w:val="24"/>
                <w:szCs w:val="24"/>
              </w:rPr>
              <w:t>iczba godzin</w:t>
            </w:r>
            <w:r w:rsidRPr="00DF3C51">
              <w:rPr>
                <w:rFonts w:ascii="Corbel" w:hAnsi="Corbel" w:cs="Segoe UI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F3C51" w14:paraId="48D2DDC6" w14:textId="77777777" w:rsidTr="00923D7D">
        <w:tc>
          <w:tcPr>
            <w:tcW w:w="4962" w:type="dxa"/>
          </w:tcPr>
          <w:p w14:paraId="5BC02E62" w14:textId="77777777" w:rsidR="0085747A" w:rsidRPr="00DF3C5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G</w:t>
            </w:r>
            <w:r w:rsidR="0085747A" w:rsidRPr="00DF3C51">
              <w:rPr>
                <w:rFonts w:ascii="Corbel" w:hAnsi="Corbel" w:cs="Segoe UI"/>
                <w:sz w:val="24"/>
                <w:szCs w:val="24"/>
              </w:rPr>
              <w:t xml:space="preserve">odziny </w:t>
            </w:r>
            <w:r w:rsidRPr="00DF3C51">
              <w:rPr>
                <w:rFonts w:ascii="Corbel" w:hAnsi="Corbel" w:cs="Segoe UI"/>
                <w:sz w:val="24"/>
                <w:szCs w:val="24"/>
              </w:rPr>
              <w:t>kontaktowe</w:t>
            </w:r>
            <w:r w:rsidR="0085747A" w:rsidRPr="00DF3C51">
              <w:rPr>
                <w:rFonts w:ascii="Corbel" w:hAnsi="Corbel" w:cs="Segoe UI"/>
                <w:sz w:val="24"/>
                <w:szCs w:val="24"/>
              </w:rPr>
              <w:t xml:space="preserve"> w</w:t>
            </w:r>
            <w:r w:rsidRPr="00DF3C51">
              <w:rPr>
                <w:rFonts w:ascii="Corbel" w:hAnsi="Corbel" w:cs="Segoe UI"/>
                <w:sz w:val="24"/>
                <w:szCs w:val="24"/>
              </w:rPr>
              <w:t>ynikające</w:t>
            </w:r>
            <w:r w:rsidR="003F205D" w:rsidRPr="00DF3C51">
              <w:rPr>
                <w:rFonts w:ascii="Corbel" w:hAnsi="Corbel" w:cs="Segoe UI"/>
                <w:sz w:val="24"/>
                <w:szCs w:val="24"/>
              </w:rPr>
              <w:t xml:space="preserve"> z </w:t>
            </w:r>
            <w:r w:rsidR="000A3CDF" w:rsidRPr="00DF3C51">
              <w:rPr>
                <w:rFonts w:ascii="Corbel" w:hAnsi="Corbel" w:cs="Segoe UI"/>
                <w:sz w:val="24"/>
                <w:szCs w:val="24"/>
              </w:rPr>
              <w:t xml:space="preserve">harmonogramu </w:t>
            </w:r>
            <w:r w:rsidRPr="00DF3C51">
              <w:rPr>
                <w:rFonts w:ascii="Corbel" w:hAnsi="Corbel" w:cs="Segoe UI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6C042E2" w14:textId="76441BD4" w:rsidR="0085747A" w:rsidRPr="00DF3C51" w:rsidRDefault="00496558" w:rsidP="003242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15</w:t>
            </w:r>
          </w:p>
        </w:tc>
      </w:tr>
      <w:tr w:rsidR="00C61DC5" w:rsidRPr="00DF3C51" w14:paraId="70744D30" w14:textId="77777777" w:rsidTr="00923D7D">
        <w:tc>
          <w:tcPr>
            <w:tcW w:w="4962" w:type="dxa"/>
          </w:tcPr>
          <w:p w14:paraId="5C5543ED" w14:textId="0916C872" w:rsidR="00C61DC5" w:rsidRPr="00DF3C51" w:rsidRDefault="00D64B70" w:rsidP="00D64B70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9A5324" w14:textId="0EDC79C0" w:rsidR="00A01D3C" w:rsidRPr="00DF3C51" w:rsidRDefault="00D64B70" w:rsidP="00A01D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10</w:t>
            </w:r>
          </w:p>
        </w:tc>
      </w:tr>
      <w:tr w:rsidR="00C61DC5" w:rsidRPr="00DF3C51" w14:paraId="592FEBEF" w14:textId="77777777" w:rsidTr="00923D7D">
        <w:tc>
          <w:tcPr>
            <w:tcW w:w="4962" w:type="dxa"/>
          </w:tcPr>
          <w:p w14:paraId="61CBFF2D" w14:textId="77777777" w:rsidR="00D64B70" w:rsidRPr="009C54AE" w:rsidRDefault="00D64B70" w:rsidP="00D64B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646E47" w14:textId="6A0954CF" w:rsidR="0032426D" w:rsidRPr="00DF3C51" w:rsidRDefault="00D64B70" w:rsidP="00D64B70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53B260F" w14:textId="5AEAFD74" w:rsidR="0032426D" w:rsidRPr="00DF3C51" w:rsidRDefault="00D64B70" w:rsidP="00A01D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25</w:t>
            </w:r>
          </w:p>
        </w:tc>
      </w:tr>
      <w:tr w:rsidR="0085747A" w:rsidRPr="00DF3C51" w14:paraId="6747FC9D" w14:textId="77777777" w:rsidTr="00923D7D">
        <w:tc>
          <w:tcPr>
            <w:tcW w:w="4962" w:type="dxa"/>
          </w:tcPr>
          <w:p w14:paraId="1E7B0B8A" w14:textId="77777777" w:rsidR="0085747A" w:rsidRPr="00DF3C5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1766D32" w14:textId="1613CD85" w:rsidR="0085747A" w:rsidRPr="00DF3C51" w:rsidRDefault="00960EFE" w:rsidP="00D64B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5</w:t>
            </w:r>
            <w:r w:rsidR="00D64B70">
              <w:rPr>
                <w:rFonts w:ascii="Corbel" w:hAnsi="Corbel" w:cs="Segoe UI"/>
                <w:sz w:val="24"/>
                <w:szCs w:val="24"/>
              </w:rPr>
              <w:t>0</w:t>
            </w:r>
          </w:p>
        </w:tc>
      </w:tr>
      <w:tr w:rsidR="0085747A" w:rsidRPr="00DF3C51" w14:paraId="1A721BD5" w14:textId="77777777" w:rsidTr="00923D7D">
        <w:tc>
          <w:tcPr>
            <w:tcW w:w="4962" w:type="dxa"/>
          </w:tcPr>
          <w:p w14:paraId="4FB31124" w14:textId="77777777" w:rsidR="0085747A" w:rsidRPr="00DF3C5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b/>
                <w:sz w:val="24"/>
                <w:szCs w:val="24"/>
              </w:rPr>
            </w:pPr>
            <w:r w:rsidRPr="00DF3C51">
              <w:rPr>
                <w:rFonts w:ascii="Corbel" w:hAnsi="Corbel" w:cs="Segoe U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3A56075" w14:textId="10C024E9" w:rsidR="0085747A" w:rsidRPr="00DF3C51" w:rsidRDefault="00A01D3C" w:rsidP="00A01D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14:paraId="26A27E1E" w14:textId="16D58EF6" w:rsidR="0085747A" w:rsidRPr="00DF3C51" w:rsidRDefault="00923D7D" w:rsidP="009C54AE">
      <w:pPr>
        <w:pStyle w:val="Punktygwne"/>
        <w:spacing w:before="0" w:after="0"/>
        <w:ind w:left="426"/>
        <w:rPr>
          <w:rFonts w:ascii="Corbel" w:hAnsi="Corbel" w:cs="Segoe UI"/>
          <w:b w:val="0"/>
          <w:i/>
          <w:smallCaps w:val="0"/>
          <w:szCs w:val="24"/>
        </w:rPr>
      </w:pPr>
      <w:r w:rsidRPr="00DF3C51">
        <w:rPr>
          <w:rFonts w:ascii="Corbel" w:hAnsi="Corbel" w:cs="Segoe UI"/>
          <w:b w:val="0"/>
          <w:i/>
          <w:smallCaps w:val="0"/>
          <w:szCs w:val="24"/>
        </w:rPr>
        <w:t xml:space="preserve">* </w:t>
      </w:r>
      <w:r w:rsidR="00C61DC5" w:rsidRPr="00DF3C51">
        <w:rPr>
          <w:rFonts w:ascii="Corbel" w:hAnsi="Corbel" w:cs="Segoe UI"/>
          <w:b w:val="0"/>
          <w:i/>
          <w:smallCaps w:val="0"/>
          <w:szCs w:val="24"/>
        </w:rPr>
        <w:t xml:space="preserve">Należy uwzględnić, że 1 pkt ECTS odpowiada </w:t>
      </w:r>
      <w:r w:rsidR="00E81EE2" w:rsidRPr="00DF3C51">
        <w:rPr>
          <w:rFonts w:ascii="Corbel" w:hAnsi="Corbel" w:cs="Segoe UI"/>
          <w:b w:val="0"/>
          <w:i/>
          <w:smallCaps w:val="0"/>
          <w:szCs w:val="24"/>
        </w:rPr>
        <w:t>25-</w:t>
      </w:r>
      <w:r w:rsidR="00C61DC5" w:rsidRPr="00DF3C51">
        <w:rPr>
          <w:rFonts w:ascii="Corbel" w:hAnsi="Corbel" w:cs="Segoe UI"/>
          <w:b w:val="0"/>
          <w:i/>
          <w:smallCaps w:val="0"/>
          <w:szCs w:val="24"/>
        </w:rPr>
        <w:t>30 godzin</w:t>
      </w:r>
      <w:r w:rsidR="0032426D" w:rsidRPr="00DF3C51">
        <w:rPr>
          <w:rFonts w:ascii="Corbel" w:hAnsi="Corbel" w:cs="Segoe UI"/>
          <w:b w:val="0"/>
          <w:i/>
          <w:smallCaps w:val="0"/>
          <w:szCs w:val="24"/>
        </w:rPr>
        <w:t>om</w:t>
      </w:r>
      <w:r w:rsidR="00C61DC5" w:rsidRPr="00DF3C51">
        <w:rPr>
          <w:rFonts w:ascii="Corbel" w:hAnsi="Corbel" w:cs="Segoe UI"/>
          <w:b w:val="0"/>
          <w:i/>
          <w:smallCaps w:val="0"/>
          <w:szCs w:val="24"/>
        </w:rPr>
        <w:t xml:space="preserve"> całkowitego nakładu pracy studenta.</w:t>
      </w:r>
    </w:p>
    <w:p w14:paraId="42CD002B" w14:textId="77777777" w:rsidR="003E1941" w:rsidRPr="00DF3C51" w:rsidRDefault="003E1941" w:rsidP="009C54AE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4D8C3F19" w14:textId="77777777" w:rsidR="0085747A" w:rsidRPr="00DF3C51" w:rsidRDefault="0071620A" w:rsidP="009C54AE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 xml:space="preserve">6. </w:t>
      </w:r>
      <w:r w:rsidR="0085747A" w:rsidRPr="00DF3C51">
        <w:rPr>
          <w:rFonts w:ascii="Corbel" w:hAnsi="Corbel" w:cs="Segoe UI"/>
          <w:smallCaps w:val="0"/>
          <w:szCs w:val="24"/>
        </w:rPr>
        <w:t>PRAKTYKI ZAWO</w:t>
      </w:r>
      <w:r w:rsidR="009D3F3B" w:rsidRPr="00DF3C51">
        <w:rPr>
          <w:rFonts w:ascii="Corbel" w:hAnsi="Corbel" w:cs="Segoe UI"/>
          <w:smallCaps w:val="0"/>
          <w:szCs w:val="24"/>
        </w:rPr>
        <w:t>DOWE W RAMACH PRZEDMIOTU</w:t>
      </w:r>
    </w:p>
    <w:p w14:paraId="185D74E1" w14:textId="77777777" w:rsidR="0085747A" w:rsidRPr="00DF3C51" w:rsidRDefault="0085747A" w:rsidP="009C54AE">
      <w:pPr>
        <w:pStyle w:val="Punktygwne"/>
        <w:spacing w:before="0" w:after="0"/>
        <w:ind w:left="36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536"/>
      </w:tblGrid>
      <w:tr w:rsidR="0085747A" w:rsidRPr="00DF3C51" w14:paraId="564F9426" w14:textId="77777777" w:rsidTr="00670628">
        <w:trPr>
          <w:trHeight w:val="397"/>
        </w:trPr>
        <w:tc>
          <w:tcPr>
            <w:tcW w:w="3544" w:type="dxa"/>
          </w:tcPr>
          <w:p w14:paraId="5459AA90" w14:textId="77777777" w:rsidR="0085747A" w:rsidRPr="00DF3C51" w:rsidRDefault="0085747A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536" w:type="dxa"/>
          </w:tcPr>
          <w:p w14:paraId="0EF13374" w14:textId="77777777" w:rsidR="0085747A" w:rsidRPr="00DF3C51" w:rsidRDefault="00C27D37" w:rsidP="00C27D37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F3C51" w14:paraId="41A153C6" w14:textId="77777777" w:rsidTr="00670628">
        <w:trPr>
          <w:trHeight w:val="397"/>
        </w:trPr>
        <w:tc>
          <w:tcPr>
            <w:tcW w:w="3544" w:type="dxa"/>
          </w:tcPr>
          <w:p w14:paraId="45F359AF" w14:textId="77777777" w:rsidR="0085747A" w:rsidRPr="00DF3C51" w:rsidRDefault="0085747A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536" w:type="dxa"/>
          </w:tcPr>
          <w:p w14:paraId="23C46D49" w14:textId="77777777" w:rsidR="0085747A" w:rsidRPr="00DF3C51" w:rsidRDefault="00C27D37" w:rsidP="00C27D37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>-</w:t>
            </w:r>
          </w:p>
        </w:tc>
      </w:tr>
    </w:tbl>
    <w:p w14:paraId="6517ACFE" w14:textId="77777777" w:rsidR="003E1941" w:rsidRPr="00DF3C51" w:rsidRDefault="003E1941" w:rsidP="009C54AE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585472D9" w14:textId="77777777" w:rsidR="00573183" w:rsidRPr="00DF3C51" w:rsidRDefault="00573183" w:rsidP="009C54AE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3AC6E239" w14:textId="77777777" w:rsidR="0085747A" w:rsidRPr="00DF3C51" w:rsidRDefault="00675843" w:rsidP="009C54AE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 xml:space="preserve">7. </w:t>
      </w:r>
      <w:r w:rsidR="0085747A" w:rsidRPr="00DF3C51">
        <w:rPr>
          <w:rFonts w:ascii="Corbel" w:hAnsi="Corbel" w:cs="Segoe UI"/>
          <w:smallCaps w:val="0"/>
          <w:szCs w:val="24"/>
        </w:rPr>
        <w:t>LITERATURA</w:t>
      </w:r>
    </w:p>
    <w:p w14:paraId="7AE1740E" w14:textId="77777777" w:rsidR="00675843" w:rsidRPr="00DF3C51" w:rsidRDefault="00675843" w:rsidP="009C54AE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</w:tblGrid>
      <w:tr w:rsidR="0085747A" w:rsidRPr="00DF3C51" w14:paraId="16EF7D91" w14:textId="77777777" w:rsidTr="00670628">
        <w:trPr>
          <w:trHeight w:val="397"/>
        </w:trPr>
        <w:tc>
          <w:tcPr>
            <w:tcW w:w="8080" w:type="dxa"/>
          </w:tcPr>
          <w:p w14:paraId="362E24A3" w14:textId="77777777" w:rsidR="0085747A" w:rsidRPr="00DF3C51" w:rsidRDefault="0085747A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>Literatura podstawowa:</w:t>
            </w:r>
          </w:p>
          <w:p w14:paraId="4727BF0E" w14:textId="59D7571F" w:rsidR="0082785C" w:rsidRPr="006A000D" w:rsidRDefault="0040006E" w:rsidP="006A000D">
            <w:pPr>
              <w:pStyle w:val="Akapitzlist"/>
              <w:ind w:hanging="720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>Białas</w:t>
            </w:r>
            <w:r w:rsidR="006A000D" w:rsidRPr="006A000D">
              <w:rPr>
                <w:rFonts w:ascii="Corbel" w:hAnsi="Corbel" w:cs="Segoe UI"/>
                <w:sz w:val="24"/>
                <w:szCs w:val="24"/>
              </w:rPr>
              <w:t xml:space="preserve"> </w:t>
            </w:r>
            <w:r w:rsidR="006A000D" w:rsidRPr="006A000D">
              <w:rPr>
                <w:rFonts w:ascii="Corbel" w:hAnsi="Corbel" w:cs="Segoe UI"/>
                <w:sz w:val="24"/>
                <w:szCs w:val="24"/>
              </w:rPr>
              <w:t>A.</w:t>
            </w:r>
            <w:r w:rsidRPr="006A000D">
              <w:rPr>
                <w:rFonts w:ascii="Corbel" w:hAnsi="Corbel" w:cs="Segoe UI"/>
                <w:sz w:val="24"/>
                <w:szCs w:val="24"/>
              </w:rPr>
              <w:t xml:space="preserve">, </w:t>
            </w:r>
            <w:r w:rsidRPr="006A000D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Bezpieczeństwo informacji i usług w nowoczesnej instytucji i </w:t>
            </w:r>
            <w:r w:rsidR="003765E7" w:rsidRPr="006A000D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firmie, </w:t>
            </w:r>
            <w:r w:rsidR="003765E7" w:rsidRPr="006A000D">
              <w:rPr>
                <w:rFonts w:ascii="Corbel" w:hAnsi="Corbel" w:cs="Segoe UI"/>
                <w:sz w:val="24"/>
                <w:szCs w:val="24"/>
              </w:rPr>
              <w:t>Warszawa</w:t>
            </w:r>
            <w:r w:rsidR="0082785C" w:rsidRPr="006A000D">
              <w:rPr>
                <w:rFonts w:ascii="Corbel" w:hAnsi="Corbel" w:cs="Segoe UI"/>
                <w:sz w:val="24"/>
                <w:szCs w:val="24"/>
              </w:rPr>
              <w:t xml:space="preserve"> 201</w:t>
            </w:r>
            <w:r w:rsidR="00D915EA" w:rsidRPr="006A000D">
              <w:rPr>
                <w:rFonts w:ascii="Corbel" w:hAnsi="Corbel" w:cs="Segoe UI"/>
                <w:sz w:val="24"/>
                <w:szCs w:val="24"/>
              </w:rPr>
              <w:t>7</w:t>
            </w:r>
            <w:r w:rsidR="0082785C" w:rsidRPr="006A000D">
              <w:rPr>
                <w:rFonts w:ascii="Corbel" w:hAnsi="Corbel" w:cs="Segoe UI"/>
                <w:sz w:val="24"/>
                <w:szCs w:val="24"/>
              </w:rPr>
              <w:t>.</w:t>
            </w:r>
          </w:p>
          <w:p w14:paraId="40F8D714" w14:textId="3E5560E2" w:rsidR="0082785C" w:rsidRPr="006A000D" w:rsidRDefault="003765E7" w:rsidP="006A000D">
            <w:pPr>
              <w:pStyle w:val="Akapitzlist"/>
              <w:ind w:hanging="720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lastRenderedPageBreak/>
              <w:t>PN ISO/IEC 27001 Systemy zarządzania bezpieczeństwem informacji - Specyfikacja i wytyczne do stosowania.</w:t>
            </w:r>
          </w:p>
          <w:p w14:paraId="462B3ACD" w14:textId="77777777" w:rsidR="00A01D3C" w:rsidRPr="006A000D" w:rsidRDefault="003765E7" w:rsidP="006A000D">
            <w:pPr>
              <w:pStyle w:val="Akapitzlist"/>
              <w:ind w:hanging="720"/>
              <w:jc w:val="both"/>
              <w:rPr>
                <w:rFonts w:ascii="Corbel" w:hAnsi="Corbel" w:cs="Segoe UI"/>
                <w:b/>
                <w:smallCaps/>
                <w:color w:val="000000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>PN ISO/IEC 27002 Technika informatyczna Praktyczne zasady zarządzania bezpieczeństwem informacji.</w:t>
            </w:r>
          </w:p>
          <w:p w14:paraId="11F59F5D" w14:textId="769087B6" w:rsidR="00816934" w:rsidRPr="00DF3C51" w:rsidRDefault="00816934" w:rsidP="006A000D">
            <w:pPr>
              <w:pStyle w:val="Akapitzlist"/>
              <w:ind w:hanging="720"/>
              <w:jc w:val="both"/>
              <w:rPr>
                <w:rFonts w:ascii="Corbel" w:hAnsi="Corbel" w:cs="Segoe UI"/>
                <w:b/>
                <w:smallCaps/>
                <w:color w:val="000000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>U</w:t>
            </w:r>
            <w:r w:rsidR="002144EB" w:rsidRPr="006A000D">
              <w:rPr>
                <w:rFonts w:ascii="Corbel" w:hAnsi="Corbel" w:cs="Segoe UI"/>
                <w:sz w:val="24"/>
                <w:szCs w:val="24"/>
              </w:rPr>
              <w:t>stawa z</w:t>
            </w:r>
            <w:r w:rsidR="002144EB" w:rsidRPr="006A000D">
              <w:rPr>
                <w:rFonts w:ascii="Corbel" w:hAnsi="Corbel" w:cs="Segoe UI"/>
                <w:bCs/>
                <w:smallCaps/>
                <w:color w:val="000000"/>
                <w:sz w:val="24"/>
                <w:szCs w:val="24"/>
              </w:rPr>
              <w:t xml:space="preserve"> </w:t>
            </w:r>
            <w:r w:rsidR="002144EB" w:rsidRPr="006A000D">
              <w:rPr>
                <w:rFonts w:ascii="Corbel" w:hAnsi="Corbel" w:cs="Segoe UI"/>
                <w:sz w:val="24"/>
                <w:szCs w:val="24"/>
              </w:rPr>
              <w:t>17 lutego 2005 o informatyzacji działalności podmiotów realizujących zadania publiczne (</w:t>
            </w:r>
            <w:r w:rsidR="002144EB" w:rsidRPr="006A000D">
              <w:rPr>
                <w:rStyle w:val="markedcontent"/>
                <w:rFonts w:ascii="Corbel" w:hAnsi="Corbel" w:cs="Segoe UI"/>
                <w:sz w:val="24"/>
                <w:szCs w:val="24"/>
              </w:rPr>
              <w:t>Dz. U. z 2021 r. poz. 670, 952, 1005, 1641)</w:t>
            </w:r>
          </w:p>
        </w:tc>
      </w:tr>
      <w:tr w:rsidR="0085747A" w:rsidRPr="00DF3C51" w14:paraId="490F9A1E" w14:textId="77777777" w:rsidTr="00670628">
        <w:trPr>
          <w:trHeight w:val="397"/>
        </w:trPr>
        <w:tc>
          <w:tcPr>
            <w:tcW w:w="8080" w:type="dxa"/>
          </w:tcPr>
          <w:p w14:paraId="28D2F27A" w14:textId="29534D7D" w:rsidR="00A01D3C" w:rsidRPr="00DF3C51" w:rsidRDefault="0085747A" w:rsidP="009C54AE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36D2A28" w14:textId="54B11A85" w:rsidR="001076C9" w:rsidRPr="006A000D" w:rsidRDefault="003765E7" w:rsidP="006A000D">
            <w:pPr>
              <w:pStyle w:val="Akapitzlist"/>
              <w:ind w:hanging="720"/>
              <w:jc w:val="both"/>
              <w:rPr>
                <w:rFonts w:ascii="Corbel" w:hAnsi="Corbel" w:cs="Segoe UI"/>
                <w:sz w:val="24"/>
                <w:szCs w:val="24"/>
              </w:rPr>
            </w:pPr>
            <w:proofErr w:type="spellStart"/>
            <w:r w:rsidRPr="006A000D">
              <w:rPr>
                <w:rFonts w:ascii="Corbel" w:hAnsi="Corbel" w:cs="Segoe UI"/>
                <w:sz w:val="24"/>
                <w:szCs w:val="24"/>
              </w:rPr>
              <w:t>Unold</w:t>
            </w:r>
            <w:proofErr w:type="spellEnd"/>
            <w:r w:rsidR="006A000D" w:rsidRPr="006A000D">
              <w:rPr>
                <w:rFonts w:ascii="Corbel" w:hAnsi="Corbel" w:cs="Segoe UI"/>
                <w:sz w:val="24"/>
                <w:szCs w:val="24"/>
              </w:rPr>
              <w:t xml:space="preserve"> </w:t>
            </w:r>
            <w:r w:rsidR="006A000D" w:rsidRPr="006A000D">
              <w:rPr>
                <w:rFonts w:ascii="Corbel" w:hAnsi="Corbel" w:cs="Segoe UI"/>
                <w:sz w:val="24"/>
                <w:szCs w:val="24"/>
              </w:rPr>
              <w:t>J.</w:t>
            </w:r>
            <w:r w:rsidRPr="006A000D">
              <w:rPr>
                <w:rFonts w:ascii="Corbel" w:hAnsi="Corbel" w:cs="Segoe UI"/>
                <w:sz w:val="24"/>
                <w:szCs w:val="24"/>
              </w:rPr>
              <w:t xml:space="preserve">, </w:t>
            </w:r>
            <w:r w:rsidRPr="006A000D">
              <w:rPr>
                <w:rFonts w:ascii="Corbel" w:hAnsi="Corbel" w:cs="Segoe UI"/>
                <w:i/>
                <w:iCs/>
                <w:sz w:val="24"/>
                <w:szCs w:val="24"/>
              </w:rPr>
              <w:t>Zarządzanie informacją w cyberprzestrzeni</w:t>
            </w:r>
            <w:r w:rsidRPr="006A000D">
              <w:rPr>
                <w:rFonts w:ascii="Corbel" w:hAnsi="Corbel" w:cs="Segoe UI"/>
                <w:sz w:val="24"/>
                <w:szCs w:val="24"/>
              </w:rPr>
              <w:t xml:space="preserve">, </w:t>
            </w:r>
            <w:r w:rsidR="00BC753F" w:rsidRPr="006A000D">
              <w:rPr>
                <w:rFonts w:ascii="Corbel" w:hAnsi="Corbel" w:cs="Segoe UI"/>
                <w:sz w:val="24"/>
                <w:szCs w:val="24"/>
              </w:rPr>
              <w:t>Warszawa 2015.</w:t>
            </w:r>
          </w:p>
          <w:p w14:paraId="108B3F7F" w14:textId="0DA51076" w:rsidR="00A01D3C" w:rsidRPr="00DF3C51" w:rsidRDefault="001076C9" w:rsidP="00997BF7">
            <w:pPr>
              <w:pStyle w:val="Akapitzlist"/>
              <w:ind w:hanging="720"/>
              <w:jc w:val="both"/>
              <w:rPr>
                <w:rFonts w:ascii="Corbel" w:hAnsi="Corbel" w:cs="Segoe UI"/>
                <w:b/>
                <w:i/>
                <w:smallCaps/>
                <w:color w:val="000000"/>
                <w:szCs w:val="24"/>
                <w:lang w:val="en-AU"/>
              </w:rPr>
            </w:pPr>
            <w:r w:rsidRPr="006A000D">
              <w:rPr>
                <w:rFonts w:ascii="Corbel" w:hAnsi="Corbel" w:cs="Segoe UI"/>
                <w:sz w:val="24"/>
                <w:szCs w:val="24"/>
                <w:lang w:val="en-AU"/>
              </w:rPr>
              <w:t>National Institute of Standard and Technology (https://www.nist.gov/)</w:t>
            </w:r>
          </w:p>
        </w:tc>
      </w:tr>
    </w:tbl>
    <w:p w14:paraId="76984677" w14:textId="77777777" w:rsidR="0085747A" w:rsidRPr="00DF3C51" w:rsidRDefault="0085747A" w:rsidP="009C54AE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  <w:lang w:val="en-AU"/>
        </w:rPr>
      </w:pPr>
    </w:p>
    <w:p w14:paraId="5B565D9A" w14:textId="77777777" w:rsidR="00573183" w:rsidRPr="00DF3C51" w:rsidRDefault="00573183" w:rsidP="009C54AE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  <w:lang w:val="en-AU"/>
        </w:rPr>
      </w:pPr>
    </w:p>
    <w:p w14:paraId="1B51D3DC" w14:textId="77777777" w:rsidR="0085747A" w:rsidRPr="00DF3C51" w:rsidRDefault="0085747A" w:rsidP="009C54AE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  <w:lang w:val="en-AU"/>
        </w:rPr>
      </w:pPr>
    </w:p>
    <w:p w14:paraId="2D395C84" w14:textId="77777777" w:rsidR="0085747A" w:rsidRPr="00DF3C51" w:rsidRDefault="0085747A" w:rsidP="00F83B28">
      <w:pPr>
        <w:pStyle w:val="Punktygwne"/>
        <w:spacing w:before="0" w:after="0"/>
        <w:ind w:left="360"/>
        <w:rPr>
          <w:rFonts w:ascii="Corbel" w:hAnsi="Corbel" w:cs="Segoe UI"/>
          <w:szCs w:val="24"/>
        </w:rPr>
      </w:pPr>
      <w:r w:rsidRPr="00DF3C51">
        <w:rPr>
          <w:rFonts w:ascii="Corbel" w:hAnsi="Corbel" w:cs="Segoe UI"/>
          <w:b w:val="0"/>
          <w:smallCaps w:val="0"/>
          <w:szCs w:val="24"/>
        </w:rPr>
        <w:t>Akceptacja Kierownika Jednostki lub osoby upoważnionej</w:t>
      </w:r>
    </w:p>
    <w:sectPr w:rsidR="0085747A" w:rsidRPr="00DF3C5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C2AD54" w14:textId="77777777" w:rsidR="00912D8E" w:rsidRDefault="00912D8E" w:rsidP="00C16ABF">
      <w:pPr>
        <w:spacing w:after="0" w:line="240" w:lineRule="auto"/>
      </w:pPr>
      <w:r>
        <w:separator/>
      </w:r>
    </w:p>
  </w:endnote>
  <w:endnote w:type="continuationSeparator" w:id="0">
    <w:p w14:paraId="14E9A9F5" w14:textId="77777777" w:rsidR="00912D8E" w:rsidRDefault="00912D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0F8B00" w14:textId="77777777" w:rsidR="00912D8E" w:rsidRDefault="00912D8E" w:rsidP="00C16ABF">
      <w:pPr>
        <w:spacing w:after="0" w:line="240" w:lineRule="auto"/>
      </w:pPr>
      <w:r>
        <w:separator/>
      </w:r>
    </w:p>
  </w:footnote>
  <w:footnote w:type="continuationSeparator" w:id="0">
    <w:p w14:paraId="5FF857C3" w14:textId="77777777" w:rsidR="00912D8E" w:rsidRDefault="00912D8E" w:rsidP="00C16ABF">
      <w:pPr>
        <w:spacing w:after="0" w:line="240" w:lineRule="auto"/>
      </w:pPr>
      <w:r>
        <w:continuationSeparator/>
      </w:r>
    </w:p>
  </w:footnote>
  <w:footnote w:id="1">
    <w:p w14:paraId="65CD5E5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624EA2"/>
    <w:multiLevelType w:val="hybridMultilevel"/>
    <w:tmpl w:val="31F614CC"/>
    <w:lvl w:ilvl="0" w:tplc="A684A07C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000000" w:themeColor="text1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D0131"/>
    <w:multiLevelType w:val="hybridMultilevel"/>
    <w:tmpl w:val="DAE64676"/>
    <w:lvl w:ilvl="0" w:tplc="A08A76FA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b w:val="0"/>
        <w:bCs/>
        <w:color w:val="000000" w:themeColor="text1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CD1"/>
    <w:rsid w:val="00004785"/>
    <w:rsid w:val="000048FD"/>
    <w:rsid w:val="000077B4"/>
    <w:rsid w:val="00015B8F"/>
    <w:rsid w:val="00022ECE"/>
    <w:rsid w:val="000369B9"/>
    <w:rsid w:val="0004272C"/>
    <w:rsid w:val="00042A51"/>
    <w:rsid w:val="00042D2E"/>
    <w:rsid w:val="0004343B"/>
    <w:rsid w:val="00044C82"/>
    <w:rsid w:val="00047760"/>
    <w:rsid w:val="0005368F"/>
    <w:rsid w:val="00056B65"/>
    <w:rsid w:val="0006255C"/>
    <w:rsid w:val="00064414"/>
    <w:rsid w:val="00070ED6"/>
    <w:rsid w:val="000742DC"/>
    <w:rsid w:val="00084C12"/>
    <w:rsid w:val="0009462C"/>
    <w:rsid w:val="00094B12"/>
    <w:rsid w:val="00096C46"/>
    <w:rsid w:val="000A100D"/>
    <w:rsid w:val="000A1975"/>
    <w:rsid w:val="000A296F"/>
    <w:rsid w:val="000A2A28"/>
    <w:rsid w:val="000A3CDF"/>
    <w:rsid w:val="000B192D"/>
    <w:rsid w:val="000B28EE"/>
    <w:rsid w:val="000B3C26"/>
    <w:rsid w:val="000B3E37"/>
    <w:rsid w:val="000D04B0"/>
    <w:rsid w:val="000D1A20"/>
    <w:rsid w:val="000F1C57"/>
    <w:rsid w:val="000F5615"/>
    <w:rsid w:val="001076C9"/>
    <w:rsid w:val="00115367"/>
    <w:rsid w:val="001154ED"/>
    <w:rsid w:val="00116436"/>
    <w:rsid w:val="00124BFF"/>
    <w:rsid w:val="0012560E"/>
    <w:rsid w:val="00127108"/>
    <w:rsid w:val="00134B13"/>
    <w:rsid w:val="001350AF"/>
    <w:rsid w:val="00146BC0"/>
    <w:rsid w:val="00153C41"/>
    <w:rsid w:val="00154381"/>
    <w:rsid w:val="001640A7"/>
    <w:rsid w:val="00164FA7"/>
    <w:rsid w:val="00166A03"/>
    <w:rsid w:val="001718A7"/>
    <w:rsid w:val="001737CF"/>
    <w:rsid w:val="001742E1"/>
    <w:rsid w:val="00176083"/>
    <w:rsid w:val="00192F37"/>
    <w:rsid w:val="001A70D2"/>
    <w:rsid w:val="001C78D9"/>
    <w:rsid w:val="001D2629"/>
    <w:rsid w:val="001D657B"/>
    <w:rsid w:val="001D7B54"/>
    <w:rsid w:val="001E0209"/>
    <w:rsid w:val="001E667B"/>
    <w:rsid w:val="001F2CA2"/>
    <w:rsid w:val="00204355"/>
    <w:rsid w:val="002144C0"/>
    <w:rsid w:val="002144EB"/>
    <w:rsid w:val="0022477D"/>
    <w:rsid w:val="00226F4E"/>
    <w:rsid w:val="002278A9"/>
    <w:rsid w:val="00230005"/>
    <w:rsid w:val="002301A7"/>
    <w:rsid w:val="00232C4B"/>
    <w:rsid w:val="002336F9"/>
    <w:rsid w:val="0024028F"/>
    <w:rsid w:val="0024190C"/>
    <w:rsid w:val="00244ABC"/>
    <w:rsid w:val="00281FF2"/>
    <w:rsid w:val="002857DE"/>
    <w:rsid w:val="00291567"/>
    <w:rsid w:val="002A22BF"/>
    <w:rsid w:val="002A2389"/>
    <w:rsid w:val="002A671D"/>
    <w:rsid w:val="002B4D55"/>
    <w:rsid w:val="002B5931"/>
    <w:rsid w:val="002B5EA0"/>
    <w:rsid w:val="002B6119"/>
    <w:rsid w:val="002C1F06"/>
    <w:rsid w:val="002D3375"/>
    <w:rsid w:val="002D73D4"/>
    <w:rsid w:val="002F02A3"/>
    <w:rsid w:val="002F0D47"/>
    <w:rsid w:val="002F4ABE"/>
    <w:rsid w:val="002F56D0"/>
    <w:rsid w:val="003018BA"/>
    <w:rsid w:val="0030395F"/>
    <w:rsid w:val="00305C92"/>
    <w:rsid w:val="00312C4B"/>
    <w:rsid w:val="003151C5"/>
    <w:rsid w:val="00322D6A"/>
    <w:rsid w:val="0032426D"/>
    <w:rsid w:val="003343CF"/>
    <w:rsid w:val="00346FE9"/>
    <w:rsid w:val="0034759A"/>
    <w:rsid w:val="003503F6"/>
    <w:rsid w:val="003530DD"/>
    <w:rsid w:val="00363F78"/>
    <w:rsid w:val="003648CC"/>
    <w:rsid w:val="003657CC"/>
    <w:rsid w:val="0036648C"/>
    <w:rsid w:val="003765E7"/>
    <w:rsid w:val="003920EA"/>
    <w:rsid w:val="003A0A5B"/>
    <w:rsid w:val="003A1176"/>
    <w:rsid w:val="003A51A5"/>
    <w:rsid w:val="003C0BAE"/>
    <w:rsid w:val="003D18A9"/>
    <w:rsid w:val="003D6CE2"/>
    <w:rsid w:val="003E1941"/>
    <w:rsid w:val="003E2FE6"/>
    <w:rsid w:val="003E49D5"/>
    <w:rsid w:val="003F205D"/>
    <w:rsid w:val="003F38C0"/>
    <w:rsid w:val="003F5388"/>
    <w:rsid w:val="003F62D9"/>
    <w:rsid w:val="0040006E"/>
    <w:rsid w:val="00407734"/>
    <w:rsid w:val="00414E3C"/>
    <w:rsid w:val="00417884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331"/>
    <w:rsid w:val="00496558"/>
    <w:rsid w:val="004968E2"/>
    <w:rsid w:val="00497D4C"/>
    <w:rsid w:val="004A3EEA"/>
    <w:rsid w:val="004A4D1F"/>
    <w:rsid w:val="004A4D98"/>
    <w:rsid w:val="004B4A4D"/>
    <w:rsid w:val="004D5282"/>
    <w:rsid w:val="004E2638"/>
    <w:rsid w:val="004F1551"/>
    <w:rsid w:val="004F55A3"/>
    <w:rsid w:val="0050496F"/>
    <w:rsid w:val="005052C4"/>
    <w:rsid w:val="00513B6F"/>
    <w:rsid w:val="00517C63"/>
    <w:rsid w:val="00521AE1"/>
    <w:rsid w:val="005363C4"/>
    <w:rsid w:val="00536BDE"/>
    <w:rsid w:val="00540C80"/>
    <w:rsid w:val="00540D4A"/>
    <w:rsid w:val="00543ACC"/>
    <w:rsid w:val="0056696D"/>
    <w:rsid w:val="00573183"/>
    <w:rsid w:val="00585796"/>
    <w:rsid w:val="0059484D"/>
    <w:rsid w:val="005A0855"/>
    <w:rsid w:val="005A3196"/>
    <w:rsid w:val="005B0A4C"/>
    <w:rsid w:val="005B27FB"/>
    <w:rsid w:val="005C080F"/>
    <w:rsid w:val="005C55E5"/>
    <w:rsid w:val="005C696A"/>
    <w:rsid w:val="005D0D97"/>
    <w:rsid w:val="005E6E85"/>
    <w:rsid w:val="005F31D2"/>
    <w:rsid w:val="0061029B"/>
    <w:rsid w:val="00617230"/>
    <w:rsid w:val="00621CE1"/>
    <w:rsid w:val="0062667D"/>
    <w:rsid w:val="00627FC9"/>
    <w:rsid w:val="00647FA8"/>
    <w:rsid w:val="00650C5F"/>
    <w:rsid w:val="00654934"/>
    <w:rsid w:val="00656C1B"/>
    <w:rsid w:val="006620D9"/>
    <w:rsid w:val="00667F58"/>
    <w:rsid w:val="00670628"/>
    <w:rsid w:val="00671958"/>
    <w:rsid w:val="00675843"/>
    <w:rsid w:val="00696477"/>
    <w:rsid w:val="006A000D"/>
    <w:rsid w:val="006C2192"/>
    <w:rsid w:val="006D050F"/>
    <w:rsid w:val="006D6139"/>
    <w:rsid w:val="006D6D09"/>
    <w:rsid w:val="006E3BCE"/>
    <w:rsid w:val="006E5D65"/>
    <w:rsid w:val="006E7429"/>
    <w:rsid w:val="006F1282"/>
    <w:rsid w:val="006F1FBC"/>
    <w:rsid w:val="006F31E2"/>
    <w:rsid w:val="00706544"/>
    <w:rsid w:val="007072BA"/>
    <w:rsid w:val="0071620A"/>
    <w:rsid w:val="007176DC"/>
    <w:rsid w:val="00724677"/>
    <w:rsid w:val="00725459"/>
    <w:rsid w:val="007327BD"/>
    <w:rsid w:val="00734608"/>
    <w:rsid w:val="00745302"/>
    <w:rsid w:val="007461D6"/>
    <w:rsid w:val="00746EC8"/>
    <w:rsid w:val="007569C4"/>
    <w:rsid w:val="00763BF1"/>
    <w:rsid w:val="00766FD4"/>
    <w:rsid w:val="0078168C"/>
    <w:rsid w:val="00787C2A"/>
    <w:rsid w:val="00790E27"/>
    <w:rsid w:val="00797E53"/>
    <w:rsid w:val="007A4022"/>
    <w:rsid w:val="007A6E6E"/>
    <w:rsid w:val="007C3299"/>
    <w:rsid w:val="007C3BCC"/>
    <w:rsid w:val="007C4546"/>
    <w:rsid w:val="007D2321"/>
    <w:rsid w:val="007D6E56"/>
    <w:rsid w:val="007F4155"/>
    <w:rsid w:val="0081554D"/>
    <w:rsid w:val="00816934"/>
    <w:rsid w:val="0081707E"/>
    <w:rsid w:val="0082785C"/>
    <w:rsid w:val="0084460F"/>
    <w:rsid w:val="008449B3"/>
    <w:rsid w:val="00850572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8E"/>
    <w:rsid w:val="00916188"/>
    <w:rsid w:val="00923D7D"/>
    <w:rsid w:val="00924BBE"/>
    <w:rsid w:val="00925B67"/>
    <w:rsid w:val="009508DF"/>
    <w:rsid w:val="00950DAC"/>
    <w:rsid w:val="00954A07"/>
    <w:rsid w:val="00960EFE"/>
    <w:rsid w:val="009779D0"/>
    <w:rsid w:val="00997BF7"/>
    <w:rsid w:val="00997F14"/>
    <w:rsid w:val="009A78D9"/>
    <w:rsid w:val="009A7B3E"/>
    <w:rsid w:val="009B001E"/>
    <w:rsid w:val="009C3E31"/>
    <w:rsid w:val="009C54AE"/>
    <w:rsid w:val="009C788E"/>
    <w:rsid w:val="009D3F3B"/>
    <w:rsid w:val="009E0543"/>
    <w:rsid w:val="009E3B41"/>
    <w:rsid w:val="009F0D37"/>
    <w:rsid w:val="009F3C5C"/>
    <w:rsid w:val="009F4610"/>
    <w:rsid w:val="00A00ECC"/>
    <w:rsid w:val="00A01673"/>
    <w:rsid w:val="00A01D3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5DF"/>
    <w:rsid w:val="00A829DA"/>
    <w:rsid w:val="00A84C85"/>
    <w:rsid w:val="00A97DE1"/>
    <w:rsid w:val="00AA60F8"/>
    <w:rsid w:val="00AB053C"/>
    <w:rsid w:val="00AB6A48"/>
    <w:rsid w:val="00AC2820"/>
    <w:rsid w:val="00AD1146"/>
    <w:rsid w:val="00AD27D3"/>
    <w:rsid w:val="00AD66D6"/>
    <w:rsid w:val="00AE1160"/>
    <w:rsid w:val="00AE203C"/>
    <w:rsid w:val="00AE2E74"/>
    <w:rsid w:val="00AE4F38"/>
    <w:rsid w:val="00AE5FCB"/>
    <w:rsid w:val="00AF2C1E"/>
    <w:rsid w:val="00B06142"/>
    <w:rsid w:val="00B135B1"/>
    <w:rsid w:val="00B3130B"/>
    <w:rsid w:val="00B33B9A"/>
    <w:rsid w:val="00B40ADB"/>
    <w:rsid w:val="00B43B77"/>
    <w:rsid w:val="00B43E80"/>
    <w:rsid w:val="00B55B51"/>
    <w:rsid w:val="00B607DB"/>
    <w:rsid w:val="00B66529"/>
    <w:rsid w:val="00B75946"/>
    <w:rsid w:val="00B8056E"/>
    <w:rsid w:val="00B819C8"/>
    <w:rsid w:val="00B82308"/>
    <w:rsid w:val="00B90885"/>
    <w:rsid w:val="00BB1DFC"/>
    <w:rsid w:val="00BB520A"/>
    <w:rsid w:val="00BC753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D37"/>
    <w:rsid w:val="00C324C1"/>
    <w:rsid w:val="00C36992"/>
    <w:rsid w:val="00C4550F"/>
    <w:rsid w:val="00C56036"/>
    <w:rsid w:val="00C61DC5"/>
    <w:rsid w:val="00C6748C"/>
    <w:rsid w:val="00C67E92"/>
    <w:rsid w:val="00C70A26"/>
    <w:rsid w:val="00C766DF"/>
    <w:rsid w:val="00C94B98"/>
    <w:rsid w:val="00CA2B96"/>
    <w:rsid w:val="00CA5089"/>
    <w:rsid w:val="00CB34A5"/>
    <w:rsid w:val="00CB4ABD"/>
    <w:rsid w:val="00CD6897"/>
    <w:rsid w:val="00CE5BAC"/>
    <w:rsid w:val="00CF25BE"/>
    <w:rsid w:val="00CF78ED"/>
    <w:rsid w:val="00D02B25"/>
    <w:rsid w:val="00D02EBA"/>
    <w:rsid w:val="00D079AB"/>
    <w:rsid w:val="00D163C9"/>
    <w:rsid w:val="00D17C3C"/>
    <w:rsid w:val="00D241A5"/>
    <w:rsid w:val="00D26B2C"/>
    <w:rsid w:val="00D352C9"/>
    <w:rsid w:val="00D36726"/>
    <w:rsid w:val="00D425B2"/>
    <w:rsid w:val="00D428D6"/>
    <w:rsid w:val="00D552B2"/>
    <w:rsid w:val="00D608D1"/>
    <w:rsid w:val="00D60D0F"/>
    <w:rsid w:val="00D64B70"/>
    <w:rsid w:val="00D74119"/>
    <w:rsid w:val="00D8075B"/>
    <w:rsid w:val="00D8678B"/>
    <w:rsid w:val="00D915EA"/>
    <w:rsid w:val="00D93A32"/>
    <w:rsid w:val="00DA2114"/>
    <w:rsid w:val="00DD3E93"/>
    <w:rsid w:val="00DE09C0"/>
    <w:rsid w:val="00DE42F7"/>
    <w:rsid w:val="00DE4A14"/>
    <w:rsid w:val="00DF320D"/>
    <w:rsid w:val="00DF3C51"/>
    <w:rsid w:val="00DF4F82"/>
    <w:rsid w:val="00DF71C8"/>
    <w:rsid w:val="00E129B8"/>
    <w:rsid w:val="00E21E7D"/>
    <w:rsid w:val="00E22FBC"/>
    <w:rsid w:val="00E24BF5"/>
    <w:rsid w:val="00E25338"/>
    <w:rsid w:val="00E32C1F"/>
    <w:rsid w:val="00E34FD1"/>
    <w:rsid w:val="00E51E44"/>
    <w:rsid w:val="00E63348"/>
    <w:rsid w:val="00E6750D"/>
    <w:rsid w:val="00E735E7"/>
    <w:rsid w:val="00E742AA"/>
    <w:rsid w:val="00E77E88"/>
    <w:rsid w:val="00E8107D"/>
    <w:rsid w:val="00E81EE2"/>
    <w:rsid w:val="00E960BB"/>
    <w:rsid w:val="00EA2074"/>
    <w:rsid w:val="00EA4832"/>
    <w:rsid w:val="00EA4E9D"/>
    <w:rsid w:val="00EC4899"/>
    <w:rsid w:val="00ED03AB"/>
    <w:rsid w:val="00ED32D2"/>
    <w:rsid w:val="00EE0BE1"/>
    <w:rsid w:val="00EE32DE"/>
    <w:rsid w:val="00EE5457"/>
    <w:rsid w:val="00F070AB"/>
    <w:rsid w:val="00F17567"/>
    <w:rsid w:val="00F26753"/>
    <w:rsid w:val="00F27A7B"/>
    <w:rsid w:val="00F32F26"/>
    <w:rsid w:val="00F41ED1"/>
    <w:rsid w:val="00F526AF"/>
    <w:rsid w:val="00F54193"/>
    <w:rsid w:val="00F565F9"/>
    <w:rsid w:val="00F617C3"/>
    <w:rsid w:val="00F7066B"/>
    <w:rsid w:val="00F7124C"/>
    <w:rsid w:val="00F76C51"/>
    <w:rsid w:val="00F83B28"/>
    <w:rsid w:val="00F974DA"/>
    <w:rsid w:val="00FA46E5"/>
    <w:rsid w:val="00FB7DBA"/>
    <w:rsid w:val="00FC1C25"/>
    <w:rsid w:val="00FC3F45"/>
    <w:rsid w:val="00FD503F"/>
    <w:rsid w:val="00FD7589"/>
    <w:rsid w:val="00FE020B"/>
    <w:rsid w:val="00FF016A"/>
    <w:rsid w:val="00FF067F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06109"/>
  <w15:docId w15:val="{A8146D45-2BEB-4E20-B035-015FC315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A01D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01D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01D3C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A01D3C"/>
    <w:rPr>
      <w:rFonts w:eastAsia="Times New Roman"/>
      <w:b/>
      <w:bCs/>
      <w:kern w:val="36"/>
      <w:sz w:val="48"/>
      <w:szCs w:val="48"/>
    </w:rPr>
  </w:style>
  <w:style w:type="character" w:customStyle="1" w:styleId="st">
    <w:name w:val="st"/>
    <w:basedOn w:val="Domylnaczcionkaakapitu"/>
    <w:rsid w:val="00A01D3C"/>
  </w:style>
  <w:style w:type="character" w:customStyle="1" w:styleId="large">
    <w:name w:val="large"/>
    <w:basedOn w:val="Domylnaczcionkaakapitu"/>
    <w:rsid w:val="00A01D3C"/>
  </w:style>
  <w:style w:type="character" w:styleId="Odwoaniedokomentarza">
    <w:name w:val="annotation reference"/>
    <w:basedOn w:val="Domylnaczcionkaakapitu"/>
    <w:uiPriority w:val="99"/>
    <w:semiHidden/>
    <w:unhideWhenUsed/>
    <w:rsid w:val="004077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77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773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7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734"/>
    <w:rPr>
      <w:rFonts w:ascii="Calibri" w:hAnsi="Calibri"/>
      <w:b/>
      <w:bCs/>
      <w:lang w:eastAsia="en-US"/>
    </w:rPr>
  </w:style>
  <w:style w:type="character" w:customStyle="1" w:styleId="markedcontent">
    <w:name w:val="markedcontent"/>
    <w:basedOn w:val="Domylnaczcionkaakapitu"/>
    <w:rsid w:val="00214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8FEEE5-4021-4F47-A2B3-00F929FD4A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2FF747-16D9-45D0-9B37-055C358DB0D1}"/>
</file>

<file path=customXml/itemProps3.xml><?xml version="1.0" encoding="utf-8"?>
<ds:datastoreItem xmlns:ds="http://schemas.openxmlformats.org/officeDocument/2006/customXml" ds:itemID="{8260E64D-0B6E-426D-89CA-37F55C676501}"/>
</file>

<file path=customXml/itemProps4.xml><?xml version="1.0" encoding="utf-8"?>
<ds:datastoreItem xmlns:ds="http://schemas.openxmlformats.org/officeDocument/2006/customXml" ds:itemID="{2F83A5A3-2C8E-4BCC-AB12-A20098853FE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462</TotalTime>
  <Pages>5</Pages>
  <Words>1021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24</cp:revision>
  <cp:lastPrinted>2019-02-06T12:12:00Z</cp:lastPrinted>
  <dcterms:created xsi:type="dcterms:W3CDTF">2021-11-27T11:27:00Z</dcterms:created>
  <dcterms:modified xsi:type="dcterms:W3CDTF">2021-11-28T21:05:00Z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